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A8003" w14:textId="77777777" w:rsidR="008C5A9F" w:rsidRDefault="008C5A9F">
      <w:pPr>
        <w:ind w:right="-1"/>
        <w:jc w:val="center"/>
        <w:rPr>
          <w:rFonts w:cs="Arial"/>
          <w:b/>
          <w:sz w:val="28"/>
          <w:szCs w:val="28"/>
        </w:rPr>
      </w:pPr>
    </w:p>
    <w:p w14:paraId="3E299FB9" w14:textId="1FE18D68" w:rsidR="00CD43F0" w:rsidRDefault="00186DB5">
      <w:pPr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Krycí list nabídky</w:t>
      </w:r>
    </w:p>
    <w:p w14:paraId="5DE1633B" w14:textId="77777777" w:rsidR="00CD43F0" w:rsidRDefault="00CD43F0">
      <w:pPr>
        <w:ind w:right="-1"/>
        <w:rPr>
          <w:rFonts w:cs="Arial"/>
          <w:szCs w:val="20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CD43F0" w14:paraId="12073CC0" w14:textId="77777777">
        <w:trPr>
          <w:trHeight w:val="557"/>
        </w:trPr>
        <w:tc>
          <w:tcPr>
            <w:tcW w:w="4111" w:type="dxa"/>
            <w:vAlign w:val="center"/>
          </w:tcPr>
          <w:p w14:paraId="2AA8C546" w14:textId="77777777" w:rsidR="00CD43F0" w:rsidRDefault="00CD43F0">
            <w:pPr>
              <w:ind w:right="-1"/>
              <w:rPr>
                <w:rFonts w:cs="Arial"/>
                <w:b/>
                <w:szCs w:val="20"/>
              </w:rPr>
            </w:pPr>
          </w:p>
          <w:p w14:paraId="27A4C50E" w14:textId="77777777" w:rsidR="00CD43F0" w:rsidRDefault="00186DB5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77286D85" w14:textId="77777777" w:rsidR="00CD43F0" w:rsidRDefault="00CD43F0">
            <w:pPr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64FE7370" w14:textId="77777777" w:rsidR="003763CA" w:rsidRDefault="003763CA" w:rsidP="003763CA">
            <w:pPr>
              <w:jc w:val="center"/>
              <w:rPr>
                <w:rFonts w:eastAsia="Calibri" w:cs="Arial"/>
                <w:b/>
                <w:bCs/>
              </w:rPr>
            </w:pPr>
          </w:p>
          <w:p w14:paraId="4F412A79" w14:textId="0CAB0EBA" w:rsidR="00CD43F0" w:rsidRPr="003F587B" w:rsidRDefault="00711D84" w:rsidP="008326DC">
            <w:pPr>
              <w:jc w:val="center"/>
              <w:rPr>
                <w:rFonts w:cs="Arial"/>
                <w:b/>
                <w:color w:val="FF9933"/>
                <w:szCs w:val="20"/>
              </w:rPr>
            </w:pPr>
            <w:r w:rsidRPr="007E31B9">
              <w:rPr>
                <w:rFonts w:cs="Arial"/>
                <w:b/>
                <w:bCs/>
                <w:color w:val="000000"/>
              </w:rPr>
              <w:t xml:space="preserve">Malířské a lakýrnické </w:t>
            </w:r>
            <w:proofErr w:type="gramStart"/>
            <w:r w:rsidRPr="007E31B9">
              <w:rPr>
                <w:rFonts w:cs="Arial"/>
                <w:b/>
                <w:bCs/>
                <w:color w:val="000000"/>
              </w:rPr>
              <w:t>práce - M</w:t>
            </w:r>
            <w:r>
              <w:rPr>
                <w:rFonts w:cs="Arial"/>
                <w:b/>
                <w:bCs/>
                <w:color w:val="000000"/>
              </w:rPr>
              <w:t>NUL</w:t>
            </w:r>
            <w:proofErr w:type="gramEnd"/>
            <w:r w:rsidRPr="007E31B9">
              <w:rPr>
                <w:rFonts w:cs="Arial"/>
                <w:b/>
                <w:bCs/>
                <w:color w:val="000000"/>
              </w:rPr>
              <w:t xml:space="preserve">, </w:t>
            </w:r>
            <w:proofErr w:type="spellStart"/>
            <w:r w:rsidRPr="007E31B9">
              <w:rPr>
                <w:rFonts w:cs="Arial"/>
                <w:b/>
                <w:bCs/>
                <w:color w:val="000000"/>
              </w:rPr>
              <w:t>o.z</w:t>
            </w:r>
            <w:proofErr w:type="spellEnd"/>
            <w:r w:rsidRPr="007E31B9">
              <w:rPr>
                <w:rFonts w:cs="Arial"/>
                <w:b/>
                <w:bCs/>
                <w:color w:val="000000"/>
              </w:rPr>
              <w:t xml:space="preserve">. – pracoviště Rumburk, </w:t>
            </w:r>
            <w:proofErr w:type="spellStart"/>
            <w:r w:rsidRPr="007E31B9">
              <w:rPr>
                <w:rFonts w:cs="Arial"/>
                <w:b/>
                <w:bCs/>
                <w:color w:val="000000"/>
              </w:rPr>
              <w:t>o.z</w:t>
            </w:r>
            <w:proofErr w:type="spellEnd"/>
            <w:r w:rsidRPr="007E31B9">
              <w:rPr>
                <w:rFonts w:cs="Arial"/>
                <w:b/>
                <w:bCs/>
                <w:color w:val="000000"/>
              </w:rPr>
              <w:t>.</w:t>
            </w:r>
          </w:p>
        </w:tc>
      </w:tr>
      <w:tr w:rsidR="00CD43F0" w14:paraId="24CF0F15" w14:textId="77777777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14:paraId="3AB24E98" w14:textId="77777777" w:rsidR="00CD43F0" w:rsidRDefault="00CD43F0">
            <w:pPr>
              <w:ind w:right="-1"/>
              <w:rPr>
                <w:rFonts w:cs="Arial"/>
                <w:szCs w:val="20"/>
              </w:rPr>
            </w:pPr>
          </w:p>
          <w:p w14:paraId="657DE393" w14:textId="77777777" w:rsidR="00CD43F0" w:rsidRDefault="00186DB5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Identifikace zadavatele</w:t>
            </w:r>
          </w:p>
          <w:p w14:paraId="29906DBF" w14:textId="77777777" w:rsidR="00CD43F0" w:rsidRDefault="00CD43F0">
            <w:pPr>
              <w:ind w:right="-1"/>
              <w:rPr>
                <w:rFonts w:cs="Arial"/>
                <w:szCs w:val="20"/>
              </w:rPr>
            </w:pPr>
          </w:p>
        </w:tc>
      </w:tr>
      <w:tr w:rsidR="00CD43F0" w14:paraId="3F1772A1" w14:textId="77777777">
        <w:trPr>
          <w:trHeight w:val="397"/>
        </w:trPr>
        <w:tc>
          <w:tcPr>
            <w:tcW w:w="4111" w:type="dxa"/>
            <w:vAlign w:val="center"/>
          </w:tcPr>
          <w:p w14:paraId="3682522D" w14:textId="77777777" w:rsidR="00CD43F0" w:rsidRDefault="00CD43F0">
            <w:pPr>
              <w:ind w:right="-1"/>
              <w:rPr>
                <w:rFonts w:cs="Arial"/>
                <w:b/>
                <w:szCs w:val="20"/>
              </w:rPr>
            </w:pPr>
          </w:p>
          <w:p w14:paraId="40974F01" w14:textId="77777777" w:rsidR="00CD43F0" w:rsidRDefault="00186DB5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</w:t>
            </w:r>
          </w:p>
          <w:p w14:paraId="07BEBE38" w14:textId="77777777" w:rsidR="00CD43F0" w:rsidRDefault="00CD43F0">
            <w:pPr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B94308D" w14:textId="77777777" w:rsidR="00CD43F0" w:rsidRDefault="00186DB5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Krajská zdravotní, a.s.</w:t>
            </w:r>
          </w:p>
        </w:tc>
      </w:tr>
      <w:tr w:rsidR="00CD43F0" w14:paraId="28927765" w14:textId="77777777">
        <w:trPr>
          <w:trHeight w:val="1024"/>
        </w:trPr>
        <w:tc>
          <w:tcPr>
            <w:tcW w:w="4111" w:type="dxa"/>
            <w:vAlign w:val="center"/>
          </w:tcPr>
          <w:p w14:paraId="0195696D" w14:textId="77777777" w:rsidR="00CD43F0" w:rsidRDefault="00186DB5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5BFA3364" w14:textId="77777777" w:rsidR="00CD43F0" w:rsidRDefault="00186DB5">
            <w:pPr>
              <w:autoSpaceDE w:val="0"/>
              <w:autoSpaceDN w:val="0"/>
              <w:adjustRightInd w:val="0"/>
              <w:ind w:right="-1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Sociální péče 3316/12A, 401 </w:t>
            </w:r>
            <w:proofErr w:type="gramStart"/>
            <w:r>
              <w:rPr>
                <w:rFonts w:cs="Arial"/>
                <w:szCs w:val="20"/>
              </w:rPr>
              <w:t>13  Ústí</w:t>
            </w:r>
            <w:proofErr w:type="gramEnd"/>
            <w:r>
              <w:rPr>
                <w:rFonts w:cs="Arial"/>
                <w:szCs w:val="20"/>
              </w:rPr>
              <w:t xml:space="preserve"> nad Labem, společnost zapsaná v obchodním rejstříku vedeném Krajským soudem v Ústí nad Labem pod spisovou značkou B 1550</w:t>
            </w:r>
          </w:p>
        </w:tc>
      </w:tr>
      <w:tr w:rsidR="00CD43F0" w14:paraId="32AE95AE" w14:textId="77777777">
        <w:trPr>
          <w:trHeight w:val="567"/>
        </w:trPr>
        <w:tc>
          <w:tcPr>
            <w:tcW w:w="4111" w:type="dxa"/>
            <w:vAlign w:val="center"/>
          </w:tcPr>
          <w:p w14:paraId="15FB2A7F" w14:textId="77777777" w:rsidR="00CD43F0" w:rsidRDefault="00186DB5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IČO/DIČ</w:t>
            </w:r>
          </w:p>
        </w:tc>
        <w:tc>
          <w:tcPr>
            <w:tcW w:w="5953" w:type="dxa"/>
            <w:vAlign w:val="center"/>
          </w:tcPr>
          <w:p w14:paraId="5F9A0494" w14:textId="77777777" w:rsidR="00CD43F0" w:rsidRDefault="00186DB5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25488627/CZ25488627</w:t>
            </w:r>
          </w:p>
        </w:tc>
      </w:tr>
      <w:tr w:rsidR="00CD43F0" w14:paraId="44A4C444" w14:textId="77777777">
        <w:trPr>
          <w:trHeight w:val="567"/>
        </w:trPr>
        <w:tc>
          <w:tcPr>
            <w:tcW w:w="4111" w:type="dxa"/>
            <w:vAlign w:val="center"/>
          </w:tcPr>
          <w:p w14:paraId="6EB10DF9" w14:textId="77777777" w:rsidR="00CD43F0" w:rsidRDefault="00186DB5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14:paraId="1971FA87" w14:textId="7C87E56D" w:rsidR="00CD43F0" w:rsidRDefault="00A64F02" w:rsidP="00A64F02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MUDr. </w:t>
            </w:r>
            <w:r w:rsidR="00836B3E">
              <w:rPr>
                <w:rFonts w:cs="Arial"/>
                <w:szCs w:val="20"/>
              </w:rPr>
              <w:t>Tomáš Hrubý, generální ředitel</w:t>
            </w:r>
          </w:p>
        </w:tc>
      </w:tr>
      <w:tr w:rsidR="00CD43F0" w14:paraId="0AD51C5F" w14:textId="77777777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14:paraId="000A3987" w14:textId="77777777" w:rsidR="00CD43F0" w:rsidRDefault="00CD43F0">
            <w:pPr>
              <w:ind w:right="-1"/>
              <w:rPr>
                <w:rFonts w:cs="Arial"/>
                <w:szCs w:val="20"/>
              </w:rPr>
            </w:pPr>
          </w:p>
          <w:p w14:paraId="234D94D6" w14:textId="77777777" w:rsidR="00CD43F0" w:rsidRDefault="00186DB5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Identifikace účastníka</w:t>
            </w:r>
          </w:p>
          <w:p w14:paraId="72539056" w14:textId="77777777" w:rsidR="00CD43F0" w:rsidRDefault="00CD43F0">
            <w:pPr>
              <w:ind w:right="-1"/>
              <w:rPr>
                <w:rFonts w:cs="Arial"/>
                <w:szCs w:val="20"/>
              </w:rPr>
            </w:pPr>
          </w:p>
        </w:tc>
      </w:tr>
      <w:tr w:rsidR="008D1A41" w14:paraId="4B98A5BB" w14:textId="77777777">
        <w:trPr>
          <w:trHeight w:val="567"/>
        </w:trPr>
        <w:tc>
          <w:tcPr>
            <w:tcW w:w="4111" w:type="dxa"/>
            <w:vAlign w:val="center"/>
          </w:tcPr>
          <w:p w14:paraId="2CAE15FF" w14:textId="77777777" w:rsidR="008D1A41" w:rsidRDefault="008D1A41" w:rsidP="008D1A41">
            <w:pPr>
              <w:ind w:right="-1"/>
              <w:rPr>
                <w:rFonts w:cs="Arial"/>
                <w:b/>
                <w:szCs w:val="20"/>
              </w:rPr>
            </w:pPr>
          </w:p>
          <w:p w14:paraId="2D8E94EE" w14:textId="77777777" w:rsidR="008D1A41" w:rsidRDefault="008D1A41" w:rsidP="008D1A41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</w:t>
            </w:r>
          </w:p>
          <w:p w14:paraId="51F43844" w14:textId="77777777" w:rsidR="008D1A41" w:rsidRDefault="008D1A41" w:rsidP="008D1A41">
            <w:pPr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211F5F53" w14:textId="77777777" w:rsidR="008D1A41" w:rsidRPr="002900E9" w:rsidRDefault="008D1A41" w:rsidP="008D1A41">
            <w:pPr>
              <w:rPr>
                <w:rFonts w:cstheme="minorHAnsi"/>
              </w:rPr>
            </w:pPr>
          </w:p>
        </w:tc>
      </w:tr>
      <w:tr w:rsidR="008D1A41" w14:paraId="4D758250" w14:textId="77777777">
        <w:trPr>
          <w:trHeight w:val="567"/>
        </w:trPr>
        <w:tc>
          <w:tcPr>
            <w:tcW w:w="4111" w:type="dxa"/>
            <w:vAlign w:val="center"/>
          </w:tcPr>
          <w:p w14:paraId="3A1AC1B6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2F864799" w14:textId="77777777" w:rsidR="008D1A41" w:rsidRPr="002900E9" w:rsidRDefault="008D1A41" w:rsidP="008D1A41">
            <w:pPr>
              <w:rPr>
                <w:rFonts w:cstheme="minorHAnsi"/>
              </w:rPr>
            </w:pPr>
          </w:p>
        </w:tc>
      </w:tr>
      <w:tr w:rsidR="008D1A41" w14:paraId="3DA56C89" w14:textId="77777777">
        <w:trPr>
          <w:trHeight w:val="567"/>
        </w:trPr>
        <w:tc>
          <w:tcPr>
            <w:tcW w:w="4111" w:type="dxa"/>
            <w:vAlign w:val="center"/>
          </w:tcPr>
          <w:p w14:paraId="301506B6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účetní jednotky</w:t>
            </w:r>
          </w:p>
          <w:p w14:paraId="31AF512E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14:paraId="2DCA1C1E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>mikro/malá/střední/velká</w:t>
            </w:r>
          </w:p>
        </w:tc>
      </w:tr>
      <w:tr w:rsidR="008D1A41" w14:paraId="749A49CC" w14:textId="77777777">
        <w:trPr>
          <w:trHeight w:val="567"/>
        </w:trPr>
        <w:tc>
          <w:tcPr>
            <w:tcW w:w="4111" w:type="dxa"/>
            <w:vAlign w:val="center"/>
          </w:tcPr>
          <w:p w14:paraId="0E41A21C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</w:t>
            </w:r>
          </w:p>
        </w:tc>
        <w:tc>
          <w:tcPr>
            <w:tcW w:w="5953" w:type="dxa"/>
            <w:vAlign w:val="center"/>
          </w:tcPr>
          <w:p w14:paraId="06F4B397" w14:textId="77777777" w:rsidR="008D1A41" w:rsidRPr="002900E9" w:rsidRDefault="008D1A41" w:rsidP="008D1A41">
            <w:pPr>
              <w:rPr>
                <w:rFonts w:cstheme="minorHAnsi"/>
              </w:rPr>
            </w:pPr>
          </w:p>
        </w:tc>
      </w:tr>
      <w:tr w:rsidR="008D1A41" w14:paraId="73D91CCF" w14:textId="77777777">
        <w:trPr>
          <w:trHeight w:val="567"/>
        </w:trPr>
        <w:tc>
          <w:tcPr>
            <w:tcW w:w="4111" w:type="dxa"/>
            <w:vAlign w:val="center"/>
          </w:tcPr>
          <w:p w14:paraId="5E0DFBD0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DIČ</w:t>
            </w:r>
          </w:p>
        </w:tc>
        <w:tc>
          <w:tcPr>
            <w:tcW w:w="5953" w:type="dxa"/>
            <w:vAlign w:val="center"/>
          </w:tcPr>
          <w:p w14:paraId="59823932" w14:textId="77777777" w:rsidR="008D1A41" w:rsidRPr="002900E9" w:rsidRDefault="008D1A41" w:rsidP="008D1A41">
            <w:pPr>
              <w:rPr>
                <w:rFonts w:cstheme="minorHAnsi"/>
              </w:rPr>
            </w:pPr>
          </w:p>
        </w:tc>
      </w:tr>
      <w:tr w:rsidR="008D1A41" w14:paraId="274F3F5A" w14:textId="77777777">
        <w:trPr>
          <w:trHeight w:val="567"/>
        </w:trPr>
        <w:tc>
          <w:tcPr>
            <w:tcW w:w="4111" w:type="dxa"/>
            <w:vAlign w:val="center"/>
          </w:tcPr>
          <w:p w14:paraId="6B3335BF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Oprávněná osoba jednat jménem či za účastníka</w:t>
            </w:r>
          </w:p>
        </w:tc>
        <w:tc>
          <w:tcPr>
            <w:tcW w:w="5953" w:type="dxa"/>
            <w:vAlign w:val="center"/>
          </w:tcPr>
          <w:p w14:paraId="26A1C6AA" w14:textId="77777777" w:rsidR="008D1A41" w:rsidRPr="002900E9" w:rsidRDefault="008D1A41" w:rsidP="008D1A41">
            <w:pPr>
              <w:rPr>
                <w:rFonts w:cstheme="minorHAnsi"/>
              </w:rPr>
            </w:pPr>
          </w:p>
        </w:tc>
      </w:tr>
      <w:tr w:rsidR="008D1A41" w14:paraId="6022A581" w14:textId="77777777">
        <w:trPr>
          <w:trHeight w:val="567"/>
        </w:trPr>
        <w:tc>
          <w:tcPr>
            <w:tcW w:w="4111" w:type="dxa"/>
            <w:vAlign w:val="center"/>
          </w:tcPr>
          <w:p w14:paraId="263E2023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38639A49" w14:textId="77777777" w:rsidR="008D1A41" w:rsidRPr="002900E9" w:rsidRDefault="008D1A41" w:rsidP="008D1A41">
            <w:pPr>
              <w:rPr>
                <w:rFonts w:cstheme="minorHAnsi"/>
              </w:rPr>
            </w:pPr>
          </w:p>
        </w:tc>
      </w:tr>
      <w:tr w:rsidR="008D1A41" w14:paraId="7BEB3B8D" w14:textId="77777777">
        <w:trPr>
          <w:trHeight w:val="567"/>
        </w:trPr>
        <w:tc>
          <w:tcPr>
            <w:tcW w:w="4111" w:type="dxa"/>
            <w:vAlign w:val="center"/>
          </w:tcPr>
          <w:p w14:paraId="2C342E8A" w14:textId="77777777" w:rsidR="008D1A41" w:rsidRDefault="008D1A41" w:rsidP="008D1A41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Telefon, e-mail</w:t>
            </w:r>
          </w:p>
        </w:tc>
        <w:tc>
          <w:tcPr>
            <w:tcW w:w="5953" w:type="dxa"/>
            <w:vAlign w:val="center"/>
          </w:tcPr>
          <w:p w14:paraId="68EA3474" w14:textId="77777777" w:rsidR="008D1A41" w:rsidRPr="002900E9" w:rsidRDefault="008D1A41" w:rsidP="008D1A41">
            <w:pPr>
              <w:rPr>
                <w:rFonts w:cstheme="minorHAnsi"/>
              </w:rPr>
            </w:pPr>
          </w:p>
        </w:tc>
      </w:tr>
    </w:tbl>
    <w:p w14:paraId="235006E7" w14:textId="77777777" w:rsidR="00CD43F0" w:rsidRDefault="00CD43F0">
      <w:pPr>
        <w:pStyle w:val="Bezmezer"/>
        <w:ind w:right="-1"/>
      </w:pPr>
    </w:p>
    <w:p w14:paraId="50259D24" w14:textId="77777777" w:rsidR="00CD43F0" w:rsidRDefault="00CD43F0">
      <w:pPr>
        <w:pStyle w:val="Bezmezer"/>
        <w:ind w:right="-1"/>
      </w:pPr>
    </w:p>
    <w:p w14:paraId="4E0A4405" w14:textId="77777777" w:rsidR="00CD43F0" w:rsidRDefault="00CD43F0">
      <w:pPr>
        <w:spacing w:before="240"/>
        <w:ind w:right="-1"/>
        <w:jc w:val="both"/>
        <w:rPr>
          <w:rFonts w:cs="Arial"/>
          <w:sz w:val="16"/>
          <w:szCs w:val="16"/>
        </w:rPr>
      </w:pPr>
    </w:p>
    <w:p w14:paraId="0C070113" w14:textId="18C47651" w:rsidR="00CD43F0" w:rsidRDefault="00186DB5" w:rsidP="00BE3201"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>V …………… dne 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sectPr w:rsidR="00CD43F0" w:rsidSect="00BE3201">
      <w:headerReference w:type="default" r:id="rId7"/>
      <w:footerReference w:type="default" r:id="rId8"/>
      <w:pgSz w:w="11906" w:h="16838" w:code="9"/>
      <w:pgMar w:top="2835" w:right="851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20D4" w14:textId="77777777" w:rsidR="004B402D" w:rsidRDefault="004B402D">
      <w:r>
        <w:separator/>
      </w:r>
    </w:p>
  </w:endnote>
  <w:endnote w:type="continuationSeparator" w:id="0">
    <w:p w14:paraId="127196F5" w14:textId="77777777" w:rsidR="004B402D" w:rsidRDefault="004B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6205" w14:textId="77777777" w:rsidR="00CD43F0" w:rsidRDefault="00CD43F0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73939D45" w14:textId="77777777" w:rsidR="008C5A9F" w:rsidRDefault="008C5A9F" w:rsidP="008C5A9F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05539C" wp14:editId="44653E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20A00C" w14:textId="77777777" w:rsidR="008C5A9F" w:rsidRPr="00240FFA" w:rsidRDefault="008C5A9F" w:rsidP="008C5A9F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52A8D2C9" w14:textId="77777777" w:rsidR="008C5A9F" w:rsidRPr="00240FFA" w:rsidRDefault="008C5A9F" w:rsidP="008C5A9F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1AB4E79" w14:textId="77777777" w:rsidR="008C5A9F" w:rsidRPr="00240FFA" w:rsidRDefault="008C5A9F" w:rsidP="008C5A9F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05539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6420A00C" w14:textId="77777777" w:rsidR="008C5A9F" w:rsidRPr="00240FFA" w:rsidRDefault="008C5A9F" w:rsidP="008C5A9F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52A8D2C9" w14:textId="77777777" w:rsidR="008C5A9F" w:rsidRPr="00240FFA" w:rsidRDefault="008C5A9F" w:rsidP="008C5A9F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1AB4E79" w14:textId="77777777" w:rsidR="008C5A9F" w:rsidRPr="00240FFA" w:rsidRDefault="008C5A9F" w:rsidP="008C5A9F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B24EC44" wp14:editId="5288F1ED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64B3B6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B5E970" wp14:editId="5FC94D72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6E94A9" w14:textId="77777777" w:rsidR="008C5A9F" w:rsidRPr="00AB233A" w:rsidRDefault="008C5A9F" w:rsidP="008C5A9F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0549F954" w14:textId="77777777" w:rsidR="008C5A9F" w:rsidRDefault="008C5A9F" w:rsidP="008C5A9F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01EECE81" w14:textId="77777777" w:rsidR="008C5A9F" w:rsidRPr="00AB233A" w:rsidRDefault="008C5A9F" w:rsidP="008C5A9F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and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AB5E970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386E94A9" w14:textId="77777777" w:rsidR="008C5A9F" w:rsidRPr="00AB233A" w:rsidRDefault="008C5A9F" w:rsidP="008C5A9F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0549F954" w14:textId="77777777" w:rsidR="008C5A9F" w:rsidRDefault="008C5A9F" w:rsidP="008C5A9F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01EECE81" w14:textId="77777777" w:rsidR="008C5A9F" w:rsidRPr="00AB233A" w:rsidRDefault="008C5A9F" w:rsidP="008C5A9F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and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ACED7F" wp14:editId="2D200E3C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BBA7AC" w14:textId="77777777" w:rsidR="008C5A9F" w:rsidRPr="00240FFA" w:rsidRDefault="008C5A9F" w:rsidP="008C5A9F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631C5789" w14:textId="77777777" w:rsidR="008C5A9F" w:rsidRPr="00240FFA" w:rsidRDefault="008C5A9F" w:rsidP="008C5A9F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1570BBE" w14:textId="77777777" w:rsidR="008C5A9F" w:rsidRPr="00240FFA" w:rsidRDefault="008C5A9F" w:rsidP="008C5A9F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ACED7F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DBBA7AC" w14:textId="77777777" w:rsidR="008C5A9F" w:rsidRPr="00240FFA" w:rsidRDefault="008C5A9F" w:rsidP="008C5A9F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631C5789" w14:textId="77777777" w:rsidR="008C5A9F" w:rsidRPr="00240FFA" w:rsidRDefault="008C5A9F" w:rsidP="008C5A9F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1570BBE" w14:textId="77777777" w:rsidR="008C5A9F" w:rsidRPr="00240FFA" w:rsidRDefault="008C5A9F" w:rsidP="008C5A9F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1CED941" wp14:editId="37717B10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5D91EB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178AF699" wp14:editId="492300A2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914350" w14:textId="77777777" w:rsidR="00CD43F0" w:rsidRDefault="00CD43F0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F759" w14:textId="77777777" w:rsidR="004B402D" w:rsidRDefault="004B402D">
      <w:r>
        <w:separator/>
      </w:r>
    </w:p>
  </w:footnote>
  <w:footnote w:type="continuationSeparator" w:id="0">
    <w:p w14:paraId="37266A57" w14:textId="77777777" w:rsidR="004B402D" w:rsidRDefault="004B4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2B4A" w14:textId="77777777" w:rsidR="008C5A9F" w:rsidRDefault="008C5A9F" w:rsidP="008C5A9F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02C9A9BA" wp14:editId="0D80F102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AA8231" wp14:editId="76515F93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5F51B1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67FFF9BC" w14:textId="233563BE" w:rsidR="00CD43F0" w:rsidRDefault="00CD43F0">
    <w:pPr>
      <w:pStyle w:val="Zhlav"/>
      <w:jc w:val="right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3F0"/>
    <w:rsid w:val="000C2B7B"/>
    <w:rsid w:val="00153B53"/>
    <w:rsid w:val="00186DB5"/>
    <w:rsid w:val="001F3D5B"/>
    <w:rsid w:val="00232245"/>
    <w:rsid w:val="00247306"/>
    <w:rsid w:val="003763CA"/>
    <w:rsid w:val="003F587B"/>
    <w:rsid w:val="00421892"/>
    <w:rsid w:val="00430FF0"/>
    <w:rsid w:val="00440D9A"/>
    <w:rsid w:val="00441CDC"/>
    <w:rsid w:val="004B402D"/>
    <w:rsid w:val="004D0BC4"/>
    <w:rsid w:val="004F020C"/>
    <w:rsid w:val="0059450C"/>
    <w:rsid w:val="005F38EA"/>
    <w:rsid w:val="006B5965"/>
    <w:rsid w:val="00711D84"/>
    <w:rsid w:val="007F43F8"/>
    <w:rsid w:val="008326DC"/>
    <w:rsid w:val="00836B3E"/>
    <w:rsid w:val="008C5A9F"/>
    <w:rsid w:val="008D1A41"/>
    <w:rsid w:val="0096257C"/>
    <w:rsid w:val="00A05041"/>
    <w:rsid w:val="00A207C6"/>
    <w:rsid w:val="00A64F02"/>
    <w:rsid w:val="00B21F0D"/>
    <w:rsid w:val="00B3778D"/>
    <w:rsid w:val="00BE3201"/>
    <w:rsid w:val="00CD43F0"/>
    <w:rsid w:val="00DC3761"/>
    <w:rsid w:val="00E7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57EF7D"/>
  <w15:chartTrackingRefBased/>
  <w15:docId w15:val="{32ABFAFE-5FB8-4404-B74C-9AB79B34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paragraph" w:styleId="Bezmezer">
    <w:name w:val="No Spacing"/>
    <w:uiPriority w:val="1"/>
    <w:qFormat/>
    <w:rPr>
      <w:rFonts w:ascii="Arial" w:hAnsi="Arial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8C5A9F"/>
    <w:rPr>
      <w:rFonts w:ascii="Arial" w:hAnsi="Arial"/>
      <w:szCs w:val="24"/>
    </w:rPr>
  </w:style>
  <w:style w:type="paragraph" w:customStyle="1" w:styleId="textzapati">
    <w:name w:val="text zapati"/>
    <w:basedOn w:val="Normln"/>
    <w:next w:val="Normln"/>
    <w:link w:val="textzapatiChar"/>
    <w:qFormat/>
    <w:rsid w:val="008C5A9F"/>
    <w:pPr>
      <w:spacing w:line="360" w:lineRule="auto"/>
    </w:pPr>
    <w:rPr>
      <w:rFonts w:eastAsiaTheme="minorHAnsi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8C5A9F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ZpatChar">
    <w:name w:val="Zápatí Char"/>
    <w:basedOn w:val="Standardnpsmoodstavce"/>
    <w:link w:val="Zpat"/>
    <w:uiPriority w:val="99"/>
    <w:rsid w:val="008C5A9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FD79A-5C79-4EFC-BB57-D1849010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12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Chladová Radka</cp:lastModifiedBy>
  <cp:revision>11</cp:revision>
  <dcterms:created xsi:type="dcterms:W3CDTF">2025-05-06T11:40:00Z</dcterms:created>
  <dcterms:modified xsi:type="dcterms:W3CDTF">2025-07-25T08:43:00Z</dcterms:modified>
</cp:coreProperties>
</file>