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C6A6C" w14:textId="1199E309" w:rsidR="003C2C96" w:rsidRDefault="00367ED5">
      <w:pPr>
        <w:spacing w:after="120"/>
        <w:ind w:right="-1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24FB8694" w14:textId="77777777" w:rsidR="003C2C96" w:rsidRDefault="003C2C96">
      <w:pPr>
        <w:ind w:right="-1"/>
        <w:rPr>
          <w:rFonts w:eastAsia="Calibri" w:cs="Arial"/>
          <w:b/>
          <w:caps/>
          <w:szCs w:val="20"/>
          <w:u w:val="single"/>
        </w:rPr>
      </w:pPr>
    </w:p>
    <w:p w14:paraId="6066B155" w14:textId="3B6A66F4" w:rsidR="000F4F62" w:rsidRDefault="00367ED5" w:rsidP="000F4F62">
      <w:pPr>
        <w:jc w:val="center"/>
        <w:rPr>
          <w:rFonts w:cs="Arial"/>
          <w:iCs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 xml:space="preserve">: </w:t>
      </w:r>
      <w:r w:rsidR="00976B7F" w:rsidRPr="007E31B9">
        <w:rPr>
          <w:rFonts w:cs="Arial"/>
          <w:b/>
          <w:bCs/>
          <w:color w:val="000000"/>
        </w:rPr>
        <w:t>Malířské a lakýrnické práce - M</w:t>
      </w:r>
      <w:r w:rsidR="00976B7F">
        <w:rPr>
          <w:rFonts w:cs="Arial"/>
          <w:b/>
          <w:bCs/>
          <w:color w:val="000000"/>
        </w:rPr>
        <w:t>NUL</w:t>
      </w:r>
      <w:r w:rsidR="00976B7F" w:rsidRPr="007E31B9">
        <w:rPr>
          <w:rFonts w:cs="Arial"/>
          <w:b/>
          <w:bCs/>
          <w:color w:val="000000"/>
        </w:rPr>
        <w:t>, o.z. – pracoviště Rumburk, o.z.</w:t>
      </w:r>
    </w:p>
    <w:p w14:paraId="5EADF45A" w14:textId="77777777" w:rsidR="003C2C96" w:rsidRDefault="003C2C96">
      <w:pPr>
        <w:ind w:right="-1"/>
        <w:rPr>
          <w:rFonts w:cs="Arial"/>
          <w:szCs w:val="20"/>
        </w:rPr>
      </w:pPr>
    </w:p>
    <w:p w14:paraId="5283FECE" w14:textId="77777777" w:rsidR="003C2C96" w:rsidRDefault="003C2C96">
      <w:pPr>
        <w:ind w:right="-1"/>
        <w:rPr>
          <w:rFonts w:eastAsia="Calibri" w:cs="Arial"/>
          <w:b/>
          <w:caps/>
          <w:szCs w:val="20"/>
          <w:u w:val="single"/>
        </w:rPr>
      </w:pPr>
    </w:p>
    <w:p w14:paraId="2CD30412" w14:textId="77777777" w:rsidR="003C2C96" w:rsidRDefault="00367ED5">
      <w:pPr>
        <w:ind w:right="-1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p w14:paraId="364FFB35" w14:textId="77777777" w:rsidR="003C2C96" w:rsidRDefault="003C2C96">
      <w:pPr>
        <w:ind w:right="-1"/>
        <w:rPr>
          <w:rFonts w:eastAsia="Calibri" w:cs="Arial"/>
          <w:b/>
          <w:caps/>
          <w:szCs w:val="20"/>
          <w:u w:val="single"/>
        </w:rPr>
      </w:pP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3C2C96" w14:paraId="5E6A6781" w14:textId="77777777"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 w14:paraId="356503D6" w14:textId="77777777" w:rsidR="003C2C96" w:rsidRDefault="00367ED5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50EB93" w14:textId="77777777" w:rsidR="003C2C96" w:rsidRDefault="003C2C96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3C2C96" w14:paraId="3A0580F4" w14:textId="77777777"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 w14:paraId="33119881" w14:textId="77777777" w:rsidR="003C2C96" w:rsidRDefault="00367ED5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45146222" w14:textId="77777777" w:rsidR="003C2C96" w:rsidRDefault="003C2C96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3C2C96" w14:paraId="377B4225" w14:textId="77777777"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 w14:paraId="0030D8E0" w14:textId="77777777" w:rsidR="003C2C96" w:rsidRDefault="00367ED5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6CFCC0BF" w14:textId="77777777" w:rsidR="003C2C96" w:rsidRDefault="003C2C96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3C2C96" w14:paraId="50615CDE" w14:textId="77777777"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 w14:paraId="0EA556BE" w14:textId="77777777" w:rsidR="003C2C96" w:rsidRDefault="00367ED5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7FD6D91" w14:textId="77777777" w:rsidR="003C2C96" w:rsidRDefault="003C2C96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3C2C96" w14:paraId="1A1AA938" w14:textId="77777777"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 w14:paraId="4234A0F7" w14:textId="77777777" w:rsidR="003C2C96" w:rsidRDefault="00367ED5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78100848" w14:textId="77777777" w:rsidR="003C2C96" w:rsidRDefault="003C2C96"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 w14:paraId="0BDA94F3" w14:textId="77777777" w:rsidR="003C2C96" w:rsidRDefault="003C2C96"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</w:p>
    <w:p w14:paraId="5B90EC51" w14:textId="77777777" w:rsidR="003C2C96" w:rsidRDefault="00367ED5"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>Účastník tímto v souladu s ustanovením § 86 odst. 2 zákona č. 134/2016 Sb., o zadávání veřejných zakázek (dále jen „</w:t>
      </w:r>
      <w:r>
        <w:rPr>
          <w:rFonts w:eastAsia="Calibri" w:cs="Arial"/>
          <w:b/>
          <w:i/>
          <w:szCs w:val="20"/>
        </w:rPr>
        <w:t>zákon</w:t>
      </w:r>
      <w:r>
        <w:rPr>
          <w:rFonts w:eastAsia="Calibri" w:cs="Arial"/>
          <w:b/>
          <w:szCs w:val="20"/>
        </w:rPr>
        <w:t>“), čestně prohlašuje, že splňuje zákonem a zadavatelem požadovanou kvalifikaci. Obsah čestného prohlášení je uveden níže.</w:t>
      </w:r>
    </w:p>
    <w:p w14:paraId="61C6C88C" w14:textId="77777777" w:rsidR="003C2C96" w:rsidRDefault="003C2C96"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</w:p>
    <w:p w14:paraId="22089CFF" w14:textId="77777777" w:rsidR="003C2C96" w:rsidRDefault="00367ED5" w:rsidP="000E5279">
      <w:pPr>
        <w:tabs>
          <w:tab w:val="left" w:pos="567"/>
        </w:tabs>
        <w:spacing w:after="240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ZÁKLADNÍ ZPŮSOBILOST</w:t>
      </w:r>
    </w:p>
    <w:p w14:paraId="3F7B98F6" w14:textId="77777777" w:rsidR="003C2C96" w:rsidRDefault="00367ED5"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Ve vztahu k základní způsobilosti dle ustanovení </w:t>
      </w:r>
      <w:r>
        <w:rPr>
          <w:rFonts w:eastAsia="Calibri" w:cs="Arial"/>
          <w:b/>
          <w:szCs w:val="20"/>
        </w:rPr>
        <w:t>§ 74 zákona</w:t>
      </w:r>
      <w:r>
        <w:rPr>
          <w:rFonts w:eastAsia="Calibri" w:cs="Arial"/>
          <w:szCs w:val="20"/>
        </w:rPr>
        <w:t xml:space="preserve"> dodavatel prohlašuje, že splňuje tuto základní způsobilost v rozsahu požadovaném zákonem a zadavatelem. </w:t>
      </w:r>
    </w:p>
    <w:p w14:paraId="03A7E34C" w14:textId="77777777" w:rsidR="003C2C96" w:rsidRDefault="003C2C96"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</w:p>
    <w:p w14:paraId="5AC78A7D" w14:textId="77777777" w:rsidR="003C2C96" w:rsidRDefault="00367ED5" w:rsidP="000E5279">
      <w:pPr>
        <w:tabs>
          <w:tab w:val="left" w:pos="567"/>
        </w:tabs>
        <w:spacing w:after="240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PROFESNÍ ZPŮSOBILOST</w:t>
      </w:r>
    </w:p>
    <w:p w14:paraId="3418B9DF" w14:textId="77777777" w:rsidR="00FC4EB2" w:rsidRPr="00840707" w:rsidRDefault="00FC4EB2" w:rsidP="000E5279">
      <w:pPr>
        <w:tabs>
          <w:tab w:val="left" w:pos="567"/>
        </w:tabs>
        <w:spacing w:after="240"/>
        <w:jc w:val="both"/>
        <w:rPr>
          <w:rFonts w:eastAsia="Calibri"/>
        </w:rPr>
      </w:pPr>
      <w:r w:rsidRPr="00840707">
        <w:rPr>
          <w:rFonts w:eastAsia="Calibri"/>
        </w:rPr>
        <w:t>Ve vztahu k profesní způsobilosti analogicky dle ustanovení</w:t>
      </w:r>
      <w:r w:rsidRPr="00840707">
        <w:rPr>
          <w:rFonts w:eastAsia="Calibri"/>
          <w:b/>
        </w:rPr>
        <w:t xml:space="preserve"> § 77 odst. 1 zákona</w:t>
      </w:r>
      <w:r w:rsidRPr="00840707">
        <w:rPr>
          <w:rFonts w:eastAsia="Calibri"/>
        </w:rPr>
        <w:t xml:space="preserve"> dodavatel prohlašuje, že splňuje tuto profesní způsobilost v rozsahu požadovaném zadavatelem.</w:t>
      </w:r>
    </w:p>
    <w:p w14:paraId="339F7F66" w14:textId="77777777" w:rsidR="003C2C96" w:rsidRDefault="00FC4EB2" w:rsidP="00FC4EB2">
      <w:pPr>
        <w:tabs>
          <w:tab w:val="left" w:pos="567"/>
        </w:tabs>
        <w:spacing w:after="120"/>
        <w:jc w:val="both"/>
        <w:rPr>
          <w:rFonts w:eastAsia="Calibri"/>
        </w:rPr>
      </w:pPr>
      <w:r w:rsidRPr="00840707">
        <w:rPr>
          <w:rFonts w:eastAsia="Calibri"/>
        </w:rPr>
        <w:t>Ve vztahu k profesní způsobilosti analogicky dle ustanovení</w:t>
      </w:r>
      <w:r w:rsidRPr="00840707">
        <w:rPr>
          <w:rFonts w:eastAsia="Calibri"/>
          <w:b/>
        </w:rPr>
        <w:t xml:space="preserve"> § 77 odst. 2 písm. a) zákona</w:t>
      </w:r>
      <w:r w:rsidRPr="00840707">
        <w:rPr>
          <w:rFonts w:eastAsia="Calibri"/>
        </w:rPr>
        <w:t xml:space="preserve"> dodavatel prohlašuje, že splňuje tuto profesní způsobilost v rozsahu požadovaném zadavatelem.</w:t>
      </w:r>
    </w:p>
    <w:p w14:paraId="08E7284D" w14:textId="77777777" w:rsidR="00FC4EB2" w:rsidRPr="00FC4EB2" w:rsidRDefault="00FC4EB2" w:rsidP="00FC4EB2">
      <w:pPr>
        <w:tabs>
          <w:tab w:val="left" w:pos="567"/>
        </w:tabs>
        <w:spacing w:after="120"/>
        <w:jc w:val="both"/>
        <w:rPr>
          <w:rFonts w:eastAsia="Calibri"/>
        </w:rPr>
      </w:pPr>
    </w:p>
    <w:p w14:paraId="2701C6F3" w14:textId="77777777" w:rsidR="003C2C96" w:rsidRDefault="00367ED5" w:rsidP="000E5279">
      <w:pPr>
        <w:tabs>
          <w:tab w:val="left" w:pos="567"/>
        </w:tabs>
        <w:spacing w:after="240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A DÁLE PROHLAŠUJE:</w:t>
      </w:r>
    </w:p>
    <w:p w14:paraId="0A3A1BDE" w14:textId="0A7C5EC4" w:rsidR="003C2C96" w:rsidRDefault="00367ED5" w:rsidP="000E5279">
      <w:pPr>
        <w:tabs>
          <w:tab w:val="left" w:pos="567"/>
        </w:tabs>
        <w:spacing w:after="240"/>
        <w:ind w:right="-1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 xml:space="preserve">Účastník čestně prohlašuje, že plně a bezvýhradně akceptuje </w:t>
      </w:r>
      <w:r w:rsidR="003E24D0">
        <w:rPr>
          <w:rFonts w:cs="Arial"/>
          <w:color w:val="00000A"/>
          <w:szCs w:val="20"/>
        </w:rPr>
        <w:t>text návrhu rámcové dohody</w:t>
      </w:r>
      <w:r>
        <w:rPr>
          <w:rFonts w:cs="Arial"/>
          <w:color w:val="00000A"/>
          <w:szCs w:val="20"/>
        </w:rPr>
        <w:t>, který je přílohou zadávací dokumentace.</w:t>
      </w:r>
    </w:p>
    <w:p w14:paraId="5F3732E6" w14:textId="77777777" w:rsidR="003C2C96" w:rsidRDefault="00367ED5" w:rsidP="000E5279">
      <w:pPr>
        <w:snapToGrid w:val="0"/>
        <w:spacing w:after="240"/>
        <w:ind w:right="-1"/>
        <w:jc w:val="both"/>
        <w:rPr>
          <w:rFonts w:cs="Arial"/>
          <w:szCs w:val="20"/>
        </w:rPr>
      </w:pPr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v obchodní společnosti. </w:t>
      </w:r>
    </w:p>
    <w:p w14:paraId="5A1C955A" w14:textId="6BD9B0C6" w:rsidR="000E5279" w:rsidRDefault="000E5279" w:rsidP="000E5279">
      <w:pPr>
        <w:snapToGrid w:val="0"/>
        <w:spacing w:after="240"/>
        <w:ind w:right="-1"/>
        <w:jc w:val="both"/>
        <w:rPr>
          <w:rFonts w:cs="Arial"/>
          <w:szCs w:val="20"/>
        </w:rPr>
      </w:pPr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</w:t>
      </w:r>
      <w:r w:rsidRPr="007052B3">
        <w:rPr>
          <w:rFonts w:cs="Arial"/>
          <w:szCs w:val="20"/>
        </w:rPr>
        <w:t>při plnění předmětu veřejné zakázky zajist</w:t>
      </w:r>
      <w:r>
        <w:rPr>
          <w:rFonts w:cs="Arial"/>
          <w:szCs w:val="20"/>
        </w:rPr>
        <w:t>í</w:t>
      </w:r>
      <w:r w:rsidRPr="007052B3">
        <w:rPr>
          <w:rFonts w:cs="Arial"/>
          <w:szCs w:val="20"/>
        </w:rPr>
        <w:t xml:space="preserve"> dodržování pracovně-právních předpisů (zákoník práce a zákon o zaměstnanosti) a z nich vyplývajících povinností</w:t>
      </w:r>
      <w:r>
        <w:rPr>
          <w:rFonts w:cs="Arial"/>
          <w:szCs w:val="20"/>
        </w:rPr>
        <w:t>,</w:t>
      </w:r>
      <w:r w:rsidRPr="007052B3">
        <w:rPr>
          <w:rFonts w:cs="Arial"/>
          <w:szCs w:val="20"/>
        </w:rPr>
        <w:t xml:space="preserve"> zejména ve vztahu k odměňování zaměstnanců, dodržování délky pracovní doby, dodržování délky odpočinku, zaměstnávání cizinců a dodržování </w:t>
      </w:r>
      <w:r w:rsidRPr="007052B3">
        <w:rPr>
          <w:rFonts w:cs="Arial"/>
          <w:szCs w:val="20"/>
        </w:rPr>
        <w:lastRenderedPageBreak/>
        <w:t>podmínek bezpečnosti a ochrany zdraví při práci, a to pro všechny osoby, které se budou na plnění předmětu veřejné zakázky podílet.</w:t>
      </w:r>
    </w:p>
    <w:p w14:paraId="56276E99" w14:textId="159A7357" w:rsidR="003C2C96" w:rsidRPr="00D83B9C" w:rsidRDefault="00367ED5" w:rsidP="000E5279">
      <w:pPr>
        <w:snapToGrid w:val="0"/>
        <w:spacing w:after="240"/>
        <w:ind w:right="-1"/>
        <w:jc w:val="both"/>
        <w:rPr>
          <w:rFonts w:cs="Arial"/>
          <w:szCs w:val="20"/>
        </w:rPr>
      </w:pPr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splňuje požadavky zadavatele týkající se povinnosti sjednání pojištění odpovědnosti za škodu způsobenou dodavatelem stanovené v zadávací dokumentaci.</w:t>
      </w:r>
    </w:p>
    <w:p w14:paraId="41CAC391" w14:textId="77777777" w:rsidR="003C2C96" w:rsidRDefault="003C2C96">
      <w:pPr>
        <w:suppressAutoHyphens/>
        <w:overflowPunct w:val="0"/>
        <w:autoSpaceDE w:val="0"/>
        <w:ind w:right="-1"/>
        <w:textAlignment w:val="baseline"/>
        <w:rPr>
          <w:rFonts w:cs="Arial"/>
          <w:szCs w:val="20"/>
        </w:rPr>
      </w:pPr>
    </w:p>
    <w:p w14:paraId="1ABD5F4E" w14:textId="77777777" w:rsidR="00D83B9C" w:rsidRDefault="00D83B9C">
      <w:pPr>
        <w:snapToGrid w:val="0"/>
        <w:spacing w:after="120"/>
        <w:ind w:right="-1"/>
        <w:jc w:val="both"/>
        <w:rPr>
          <w:rFonts w:cs="Arial"/>
          <w:szCs w:val="20"/>
        </w:rPr>
      </w:pPr>
    </w:p>
    <w:p w14:paraId="6DFDEDB4" w14:textId="77777777" w:rsidR="003C2C96" w:rsidRDefault="00D83B9C" w:rsidP="00D83B9C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367ED5">
        <w:rPr>
          <w:rFonts w:cs="Arial"/>
          <w:szCs w:val="20"/>
        </w:rPr>
        <w:t>……………………………………………</w:t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</w:rPr>
        <w:tab/>
      </w:r>
      <w:r w:rsidR="00367ED5">
        <w:rPr>
          <w:rFonts w:cs="Arial"/>
          <w:szCs w:val="20"/>
          <w:highlight w:val="yellow"/>
        </w:rPr>
        <w:t>Jméno, podpis</w:t>
      </w:r>
    </w:p>
    <w:sectPr w:rsidR="003C2C96" w:rsidSect="00B462F1">
      <w:headerReference w:type="default" r:id="rId7"/>
      <w:footerReference w:type="default" r:id="rId8"/>
      <w:pgSz w:w="11906" w:h="16838" w:code="9"/>
      <w:pgMar w:top="2835" w:right="851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A6C3" w14:textId="77777777" w:rsidR="00B66BD8" w:rsidRDefault="00B66BD8">
      <w:r>
        <w:separator/>
      </w:r>
    </w:p>
  </w:endnote>
  <w:endnote w:type="continuationSeparator" w:id="0">
    <w:p w14:paraId="4129C4D4" w14:textId="77777777" w:rsidR="00B66BD8" w:rsidRDefault="00B6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FD4E" w14:textId="77777777" w:rsidR="00B462F1" w:rsidRDefault="00B462F1" w:rsidP="00B462F1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6586D08" wp14:editId="495BA1A0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11F05B" w14:textId="77777777" w:rsidR="00B462F1" w:rsidRPr="00240FFA" w:rsidRDefault="00B462F1" w:rsidP="00B462F1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233EB78A" w14:textId="77777777" w:rsidR="00B462F1" w:rsidRPr="00240FFA" w:rsidRDefault="00B462F1" w:rsidP="00B462F1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813F2DD" w14:textId="77777777" w:rsidR="00B462F1" w:rsidRPr="00240FFA" w:rsidRDefault="00B462F1" w:rsidP="00B462F1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86D08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3811F05B" w14:textId="77777777" w:rsidR="00B462F1" w:rsidRPr="00240FFA" w:rsidRDefault="00B462F1" w:rsidP="00B462F1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233EB78A" w14:textId="77777777" w:rsidR="00B462F1" w:rsidRPr="00240FFA" w:rsidRDefault="00B462F1" w:rsidP="00B462F1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813F2DD" w14:textId="77777777" w:rsidR="00B462F1" w:rsidRPr="00240FFA" w:rsidRDefault="00B462F1" w:rsidP="00B462F1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B54492C" wp14:editId="4B87F2DA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DB0F69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7C752E" wp14:editId="76A83355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60C8E3" w14:textId="77777777" w:rsidR="00B462F1" w:rsidRPr="00AB233A" w:rsidRDefault="00B462F1" w:rsidP="00B462F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6B077704" w14:textId="77777777" w:rsidR="00B462F1" w:rsidRDefault="00B462F1" w:rsidP="00B462F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186DCA65" w14:textId="77777777" w:rsidR="00B462F1" w:rsidRPr="00AB233A" w:rsidRDefault="00B462F1" w:rsidP="00B462F1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97C752E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1B60C8E3" w14:textId="77777777" w:rsidR="00B462F1" w:rsidRPr="00AB233A" w:rsidRDefault="00B462F1" w:rsidP="00B462F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6B077704" w14:textId="77777777" w:rsidR="00B462F1" w:rsidRDefault="00B462F1" w:rsidP="00B462F1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86DCA65" w14:textId="77777777" w:rsidR="00B462F1" w:rsidRPr="00AB233A" w:rsidRDefault="00B462F1" w:rsidP="00B462F1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and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C64AFA" wp14:editId="2B371F7B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BFA181" w14:textId="77777777" w:rsidR="00B462F1" w:rsidRPr="00240FFA" w:rsidRDefault="00B462F1" w:rsidP="00B462F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5DA38AE2" w14:textId="77777777" w:rsidR="00B462F1" w:rsidRPr="00240FFA" w:rsidRDefault="00B462F1" w:rsidP="00B462F1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613E2B5" w14:textId="77777777" w:rsidR="00B462F1" w:rsidRPr="00240FFA" w:rsidRDefault="00B462F1" w:rsidP="00B462F1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C64AFA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7BFA181" w14:textId="77777777" w:rsidR="00B462F1" w:rsidRPr="00240FFA" w:rsidRDefault="00B462F1" w:rsidP="00B462F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5DA38AE2" w14:textId="77777777" w:rsidR="00B462F1" w:rsidRPr="00240FFA" w:rsidRDefault="00B462F1" w:rsidP="00B462F1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613E2B5" w14:textId="77777777" w:rsidR="00B462F1" w:rsidRPr="00240FFA" w:rsidRDefault="00B462F1" w:rsidP="00B462F1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BF702C" wp14:editId="573F348E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BFB333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2ED00D12" wp14:editId="7E922B13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16614F" w14:textId="42CD3543" w:rsidR="003C2C96" w:rsidRDefault="00367ED5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t xml:space="preserve"> </w:t>
    </w:r>
  </w:p>
  <w:p w14:paraId="6BA00D3B" w14:textId="77777777" w:rsidR="003C2C96" w:rsidRDefault="003C2C9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7628823F" w14:textId="77777777" w:rsidR="003C2C96" w:rsidRDefault="003C2C9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4934B" w14:textId="77777777" w:rsidR="00B66BD8" w:rsidRDefault="00B66BD8">
      <w:r>
        <w:separator/>
      </w:r>
    </w:p>
  </w:footnote>
  <w:footnote w:type="continuationSeparator" w:id="0">
    <w:p w14:paraId="6880A9CC" w14:textId="77777777" w:rsidR="00B66BD8" w:rsidRDefault="00B66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D88F" w14:textId="77777777" w:rsidR="00B462F1" w:rsidRDefault="00B462F1" w:rsidP="00B462F1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05A5D1B3" wp14:editId="456A7B25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32059" wp14:editId="0FFCAB03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FDD8C6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5122BB63" w14:textId="3CA022F5" w:rsidR="003C2C96" w:rsidRDefault="003C2C96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C96"/>
    <w:rsid w:val="000D16CA"/>
    <w:rsid w:val="000E5279"/>
    <w:rsid w:val="000F4F62"/>
    <w:rsid w:val="001B61ED"/>
    <w:rsid w:val="001E2090"/>
    <w:rsid w:val="002831E4"/>
    <w:rsid w:val="00367ED5"/>
    <w:rsid w:val="003C2C96"/>
    <w:rsid w:val="003E24D0"/>
    <w:rsid w:val="003F79D5"/>
    <w:rsid w:val="004751EF"/>
    <w:rsid w:val="00575394"/>
    <w:rsid w:val="005812DE"/>
    <w:rsid w:val="00976B7F"/>
    <w:rsid w:val="009E7BD0"/>
    <w:rsid w:val="00AA561B"/>
    <w:rsid w:val="00B4172F"/>
    <w:rsid w:val="00B462F1"/>
    <w:rsid w:val="00B66BD8"/>
    <w:rsid w:val="00B73350"/>
    <w:rsid w:val="00D83B9C"/>
    <w:rsid w:val="00FC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5184D"/>
  <w15:chartTrackingRefBased/>
  <w15:docId w15:val="{6D055AE4-DD77-450A-A543-B9F1E19D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character" w:customStyle="1" w:styleId="TextkomenteChar">
    <w:name w:val="Text komentáře Char"/>
    <w:basedOn w:val="Standardnpsmoodstavce"/>
    <w:link w:val="Textkoment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B462F1"/>
    <w:rPr>
      <w:rFonts w:ascii="Arial" w:hAnsi="Arial"/>
      <w:szCs w:val="24"/>
    </w:rPr>
  </w:style>
  <w:style w:type="paragraph" w:customStyle="1" w:styleId="textzapati">
    <w:name w:val="text zapati"/>
    <w:basedOn w:val="Normln"/>
    <w:next w:val="Normln"/>
    <w:link w:val="textzapatiChar"/>
    <w:qFormat/>
    <w:rsid w:val="00B462F1"/>
    <w:pPr>
      <w:spacing w:line="360" w:lineRule="auto"/>
    </w:pPr>
    <w:rPr>
      <w:rFonts w:eastAsiaTheme="minorHAnsi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B462F1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ZpatChar">
    <w:name w:val="Zápatí Char"/>
    <w:basedOn w:val="Standardnpsmoodstavce"/>
    <w:link w:val="Zpat"/>
    <w:uiPriority w:val="99"/>
    <w:rsid w:val="00B462F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DAB9-6B50-47C1-8AE4-83F7BB2F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8</TotalTime>
  <Pages>2</Pages>
  <Words>315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7</cp:revision>
  <dcterms:created xsi:type="dcterms:W3CDTF">2025-05-06T11:42:00Z</dcterms:created>
  <dcterms:modified xsi:type="dcterms:W3CDTF">2025-07-25T08:45:00Z</dcterms:modified>
</cp:coreProperties>
</file>