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52465283" w14:textId="77777777" w:rsidR="00AA4BB2" w:rsidRDefault="009A2E81" w:rsidP="00CF0740">
      <w:pPr>
        <w:jc w:val="both"/>
        <w:rPr>
          <w:rFonts w:cs="Arial"/>
          <w:b/>
          <w:color w:val="000000" w:themeColor="text1"/>
          <w:sz w:val="20"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>:</w:t>
      </w:r>
      <w:r>
        <w:rPr>
          <w:rFonts w:cs="Arial"/>
          <w:b/>
          <w:szCs w:val="20"/>
        </w:rPr>
        <w:tab/>
      </w:r>
      <w:r w:rsidR="00AA4BB2" w:rsidRPr="00CD0C7A">
        <w:rPr>
          <w:rFonts w:cs="Arial"/>
          <w:b/>
          <w:color w:val="000000" w:themeColor="text1"/>
          <w:sz w:val="20"/>
          <w:szCs w:val="20"/>
        </w:rPr>
        <w:t>Anesteziologické přístroje</w:t>
      </w:r>
      <w:r w:rsidR="00AA4BB2" w:rsidRPr="00CD0C7A">
        <w:rPr>
          <w:rFonts w:cs="Arial"/>
          <w:b/>
          <w:sz w:val="20"/>
          <w:szCs w:val="20"/>
        </w:rPr>
        <w:t xml:space="preserve"> pro Krajskou zdravotní, a.s</w:t>
      </w:r>
      <w:r w:rsidR="00AA4BB2" w:rsidRPr="00CD0C7A">
        <w:rPr>
          <w:rFonts w:cs="Arial"/>
          <w:b/>
          <w:color w:val="000000" w:themeColor="text1"/>
          <w:sz w:val="20"/>
          <w:szCs w:val="20"/>
        </w:rPr>
        <w:t>.</w:t>
      </w:r>
      <w:r w:rsidR="00AA4BB2">
        <w:rPr>
          <w:rFonts w:cs="Arial"/>
          <w:b/>
          <w:color w:val="000000" w:themeColor="text1"/>
          <w:sz w:val="20"/>
          <w:szCs w:val="20"/>
        </w:rPr>
        <w:t xml:space="preserve"> – část č.: (</w:t>
      </w:r>
      <w:r w:rsidR="00AA4BB2" w:rsidRPr="00CD0C7A">
        <w:rPr>
          <w:rFonts w:cs="Arial"/>
          <w:b/>
          <w:color w:val="000000" w:themeColor="text1"/>
          <w:sz w:val="20"/>
          <w:szCs w:val="20"/>
          <w:highlight w:val="yellow"/>
        </w:rPr>
        <w:t>doplní dodavatel)</w:t>
      </w:r>
    </w:p>
    <w:p w14:paraId="5E1207E3" w14:textId="2CB2612A" w:rsidR="009A2E81" w:rsidRDefault="009A2E81" w:rsidP="00CF0740">
      <w:pPr>
        <w:jc w:val="both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 w:rsidR="009A2E81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Default="009A2E81" w:rsidP="0093641C"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 w14:paraId="051BB05B" w14:textId="77777777" w:rsidR="009A2E81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Cs w:val="20"/>
        </w:rPr>
      </w:pPr>
    </w:p>
    <w:p w14:paraId="124942B7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Cs w:val="20"/>
        </w:rPr>
      </w:pPr>
      <w:r>
        <w:rPr>
          <w:rFonts w:cs="Arial"/>
          <w:b/>
          <w:bCs/>
          <w:color w:val="00000A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a) ruským státním příslušníkem, fyzickou či právnickou osobou, subjektem či orgánem se sídlem v Rusku,</w:t>
      </w:r>
    </w:p>
    <w:p w14:paraId="1F9FFB05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76DA9E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c) fyzickou nebo právnickou osobou, subjektem nebo orgánem, který jedná jménem nebo na pokyn některého ze subjektů uvedených v písmeni a) nebo b).</w:t>
      </w:r>
    </w:p>
    <w:p w14:paraId="251D1BB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</w:p>
    <w:p w14:paraId="4A54F3BF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817CA91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</w:t>
      </w:r>
      <w:r>
        <w:rPr>
          <w:rFonts w:cs="Arial"/>
          <w:b/>
          <w:color w:val="00000A"/>
          <w:szCs w:val="20"/>
        </w:rPr>
        <w:br/>
        <w:t>v jejich prospěch</w:t>
      </w:r>
      <w:r>
        <w:rPr>
          <w:rFonts w:cs="Arial"/>
          <w:b/>
          <w:color w:val="00000A"/>
          <w:szCs w:val="20"/>
          <w:vertAlign w:val="superscript"/>
        </w:rPr>
        <w:footnoteReference w:id="1"/>
      </w:r>
      <w:r>
        <w:rPr>
          <w:rFonts w:cs="Arial"/>
          <w:b/>
          <w:color w:val="00000A"/>
          <w:szCs w:val="20"/>
        </w:rPr>
        <w:t>.</w:t>
      </w:r>
    </w:p>
    <w:p w14:paraId="03C2F0E6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Cs w:val="20"/>
        </w:rPr>
      </w:pPr>
    </w:p>
    <w:p w14:paraId="68A06152" w14:textId="77777777" w:rsidR="009A2E81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V případě změny výše uvedeného budu neprodleně zadavatele informovat.</w:t>
      </w:r>
    </w:p>
    <w:p w14:paraId="6BC288B6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103ACF9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250F93DE" w14:textId="77777777" w:rsidR="009A2E81" w:rsidRDefault="009A2E81" w:rsidP="009A2E81">
      <w:pPr>
        <w:snapToGrid w:val="0"/>
        <w:spacing w:after="120"/>
        <w:rPr>
          <w:rFonts w:cs="Arial"/>
          <w:i/>
          <w:szCs w:val="20"/>
          <w:u w:val="single"/>
        </w:rPr>
      </w:pPr>
    </w:p>
    <w:p w14:paraId="61A86318" w14:textId="77777777" w:rsidR="009A2E81" w:rsidRDefault="009A2E81" w:rsidP="009A2E81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 xml:space="preserve">V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 xml:space="preserve"> dne </w:t>
      </w:r>
      <w:r w:rsidRPr="00905CAB">
        <w:rPr>
          <w:rFonts w:cs="Arial"/>
          <w:szCs w:val="20"/>
          <w:highlight w:val="yellow"/>
        </w:rPr>
        <w:t>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 w14:paraId="13EE7972" w14:textId="77777777" w:rsidR="009A2E81" w:rsidRDefault="009A2E81" w:rsidP="009A2E81">
      <w:pPr>
        <w:rPr>
          <w:rFonts w:cs="Arial"/>
          <w:szCs w:val="20"/>
        </w:rPr>
      </w:pPr>
    </w:p>
    <w:sectPr w:rsidR="009A2E81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636" w14:textId="77777777" w:rsidR="00B35A97" w:rsidRDefault="00B35A97" w:rsidP="004A044C">
      <w:pPr>
        <w:spacing w:line="240" w:lineRule="auto"/>
      </w:pPr>
      <w:r>
        <w:separator/>
      </w:r>
    </w:p>
  </w:endnote>
  <w:endnote w:type="continuationSeparator" w:id="0">
    <w:p w14:paraId="28F1240D" w14:textId="77777777" w:rsidR="00B35A97" w:rsidRDefault="00B35A97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74E63DC2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AA4BB2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6E2F9B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A3F0B77" w14:textId="74E63DC2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AA4BB2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44557" w14:textId="77777777" w:rsidR="00B35A97" w:rsidRDefault="00B35A97" w:rsidP="004A044C">
      <w:pPr>
        <w:spacing w:line="240" w:lineRule="auto"/>
      </w:pPr>
      <w:r>
        <w:separator/>
      </w:r>
    </w:p>
  </w:footnote>
  <w:footnote w:type="continuationSeparator" w:id="0">
    <w:p w14:paraId="3C45711C" w14:textId="77777777" w:rsidR="00B35A97" w:rsidRDefault="00B35A97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6355"/>
    <w:rsid w:val="000C7F59"/>
    <w:rsid w:val="000F7A22"/>
    <w:rsid w:val="00101773"/>
    <w:rsid w:val="00125813"/>
    <w:rsid w:val="00147316"/>
    <w:rsid w:val="001C39F1"/>
    <w:rsid w:val="001E3FEB"/>
    <w:rsid w:val="00221397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1296D"/>
    <w:rsid w:val="00462009"/>
    <w:rsid w:val="0047111E"/>
    <w:rsid w:val="004A044C"/>
    <w:rsid w:val="004A68D9"/>
    <w:rsid w:val="004C6686"/>
    <w:rsid w:val="004D0303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476D3"/>
    <w:rsid w:val="00824631"/>
    <w:rsid w:val="008650CD"/>
    <w:rsid w:val="008E311B"/>
    <w:rsid w:val="008F4FC4"/>
    <w:rsid w:val="008F6A0E"/>
    <w:rsid w:val="00932EB1"/>
    <w:rsid w:val="009876AE"/>
    <w:rsid w:val="009969EB"/>
    <w:rsid w:val="009A2E81"/>
    <w:rsid w:val="009A699B"/>
    <w:rsid w:val="00A037B7"/>
    <w:rsid w:val="00A15D6B"/>
    <w:rsid w:val="00A31EB3"/>
    <w:rsid w:val="00A77944"/>
    <w:rsid w:val="00AA4BB2"/>
    <w:rsid w:val="00AA676B"/>
    <w:rsid w:val="00AB233A"/>
    <w:rsid w:val="00AB3597"/>
    <w:rsid w:val="00AF22E6"/>
    <w:rsid w:val="00B04E80"/>
    <w:rsid w:val="00B25962"/>
    <w:rsid w:val="00B34585"/>
    <w:rsid w:val="00B35A97"/>
    <w:rsid w:val="00BC0A5A"/>
    <w:rsid w:val="00BF1D36"/>
    <w:rsid w:val="00C070C0"/>
    <w:rsid w:val="00C207E1"/>
    <w:rsid w:val="00C26BA0"/>
    <w:rsid w:val="00C7652B"/>
    <w:rsid w:val="00CB04C2"/>
    <w:rsid w:val="00CC227C"/>
    <w:rsid w:val="00CE2490"/>
    <w:rsid w:val="00CF074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38C"/>
    <w:rsid w:val="00E3756C"/>
    <w:rsid w:val="00E87CBA"/>
    <w:rsid w:val="00E94005"/>
    <w:rsid w:val="00EE60B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3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6</cp:revision>
  <cp:lastPrinted>2025-02-20T13:28:00Z</cp:lastPrinted>
  <dcterms:created xsi:type="dcterms:W3CDTF">2025-05-20T07:52:00Z</dcterms:created>
  <dcterms:modified xsi:type="dcterms:W3CDTF">2025-06-18T05:56:00Z</dcterms:modified>
</cp:coreProperties>
</file>