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33339D" w14:textId="404FD331" w:rsidR="00B27C67" w:rsidRDefault="00B27C6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 w:rsidRPr="006760F4">
        <w:rPr>
          <w:rFonts w:ascii="Arial" w:eastAsia="Calibri" w:hAnsi="Arial" w:cs="Arial"/>
          <w:b/>
          <w:szCs w:val="22"/>
          <w:lang w:eastAsia="en-US"/>
        </w:rPr>
        <w:t>Technická specifikace</w:t>
      </w:r>
    </w:p>
    <w:p w14:paraId="5165DE7C" w14:textId="5CB84925" w:rsidR="000B3B07" w:rsidRPr="006760F4" w:rsidRDefault="000B3B07" w:rsidP="00B27C67">
      <w:pPr>
        <w:spacing w:after="160" w:line="259" w:lineRule="auto"/>
        <w:jc w:val="center"/>
        <w:rPr>
          <w:rFonts w:ascii="Arial" w:eastAsia="Calibri" w:hAnsi="Arial" w:cs="Arial"/>
          <w:b/>
          <w:szCs w:val="22"/>
          <w:lang w:eastAsia="en-US"/>
        </w:rPr>
      </w:pPr>
      <w:r>
        <w:rPr>
          <w:rFonts w:ascii="Arial" w:eastAsia="Calibri" w:hAnsi="Arial" w:cs="Arial"/>
          <w:b/>
          <w:szCs w:val="22"/>
          <w:lang w:eastAsia="en-US"/>
        </w:rPr>
        <w:t>ČÁST 1</w:t>
      </w:r>
    </w:p>
    <w:p w14:paraId="31944E7C" w14:textId="4A6293EB" w:rsidR="00CF675A" w:rsidRDefault="009E1BE5" w:rsidP="00B27C67">
      <w:pPr>
        <w:spacing w:after="160" w:line="259" w:lineRule="auto"/>
        <w:jc w:val="center"/>
        <w:rPr>
          <w:rFonts w:ascii="Arial" w:eastAsia="Calibri" w:hAnsi="Arial" w:cs="Arial"/>
          <w:b/>
          <w:iCs/>
          <w:sz w:val="20"/>
          <w:szCs w:val="22"/>
          <w:lang w:eastAsia="en-US"/>
        </w:rPr>
      </w:pPr>
      <w:bookmarkStart w:id="0" w:name="_Hlk175695776"/>
      <w:r>
        <w:rPr>
          <w:rFonts w:ascii="Arial" w:eastAsia="Calibri" w:hAnsi="Arial" w:cs="Arial"/>
          <w:b/>
          <w:iCs/>
          <w:sz w:val="20"/>
          <w:szCs w:val="22"/>
          <w:lang w:eastAsia="en-US"/>
        </w:rPr>
        <w:t>„</w:t>
      </w:r>
      <w:r w:rsidR="00EF5D09" w:rsidRPr="00EF5D09">
        <w:rPr>
          <w:rFonts w:ascii="Arial" w:eastAsia="Calibri" w:hAnsi="Arial" w:cs="Arial"/>
          <w:b/>
          <w:iCs/>
          <w:sz w:val="20"/>
          <w:szCs w:val="22"/>
          <w:lang w:eastAsia="en-US"/>
        </w:rPr>
        <w:t>REHABILITACE –</w:t>
      </w:r>
      <w:r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Celotělové hydromasážní vany s </w:t>
      </w:r>
      <w:r w:rsidR="00E233CB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vířivkami </w:t>
      </w:r>
      <w:bookmarkStart w:id="1" w:name="_GoBack"/>
      <w:bookmarkEnd w:id="1"/>
      <w:r w:rsidR="00EF5D09" w:rsidRPr="00EF5D09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pro </w:t>
      </w:r>
      <w:r w:rsidR="00CF675A">
        <w:rPr>
          <w:rFonts w:ascii="Arial" w:eastAsia="Calibri" w:hAnsi="Arial" w:cs="Arial"/>
          <w:b/>
          <w:iCs/>
          <w:sz w:val="20"/>
          <w:szCs w:val="22"/>
          <w:lang w:eastAsia="en-US"/>
        </w:rPr>
        <w:t>MNUL, o.z.</w:t>
      </w:r>
      <w:r>
        <w:rPr>
          <w:rFonts w:ascii="Arial" w:eastAsia="Calibri" w:hAnsi="Arial" w:cs="Arial"/>
          <w:b/>
          <w:iCs/>
          <w:sz w:val="20"/>
          <w:szCs w:val="22"/>
          <w:lang w:eastAsia="en-US"/>
        </w:rPr>
        <w:t>“</w:t>
      </w:r>
      <w:r w:rsidR="00CF675A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</w:t>
      </w:r>
    </w:p>
    <w:p w14:paraId="0F4FF451" w14:textId="5D62C7B5" w:rsidR="00B27C67" w:rsidRPr="006760F4" w:rsidRDefault="00EF5D09" w:rsidP="00B27C67">
      <w:pPr>
        <w:spacing w:after="160" w:line="259" w:lineRule="auto"/>
        <w:jc w:val="center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EF5D09">
        <w:rPr>
          <w:rFonts w:ascii="Arial" w:eastAsia="Calibri" w:hAnsi="Arial" w:cs="Arial"/>
          <w:b/>
          <w:iCs/>
          <w:sz w:val="20"/>
          <w:szCs w:val="22"/>
          <w:lang w:eastAsia="en-US"/>
        </w:rPr>
        <w:t>2</w:t>
      </w:r>
      <w:r w:rsidR="00B75CCC">
        <w:rPr>
          <w:rFonts w:ascii="Arial" w:eastAsia="Calibri" w:hAnsi="Arial" w:cs="Arial"/>
          <w:b/>
          <w:iCs/>
          <w:sz w:val="20"/>
          <w:szCs w:val="22"/>
          <w:lang w:eastAsia="en-US"/>
        </w:rPr>
        <w:t xml:space="preserve"> ks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47"/>
        <w:gridCol w:w="7365"/>
      </w:tblGrid>
      <w:tr w:rsidR="00B27C67" w:rsidRPr="006760F4" w14:paraId="3B8AA599" w14:textId="77777777" w:rsidTr="006760F4">
        <w:trPr>
          <w:trHeight w:val="375"/>
        </w:trPr>
        <w:tc>
          <w:tcPr>
            <w:tcW w:w="5000" w:type="pct"/>
            <w:gridSpan w:val="2"/>
            <w:shd w:val="clear" w:color="auto" w:fill="99DBFF" w:themeFill="text2" w:themeFillTint="66"/>
          </w:tcPr>
          <w:bookmarkEnd w:id="0"/>
          <w:p w14:paraId="095C7895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b/>
                <w:sz w:val="20"/>
                <w:szCs w:val="22"/>
              </w:rPr>
            </w:pPr>
            <w:r w:rsidRPr="006760F4">
              <w:rPr>
                <w:rFonts w:ascii="Arial" w:hAnsi="Arial" w:cs="Arial"/>
                <w:b/>
                <w:sz w:val="20"/>
                <w:szCs w:val="22"/>
              </w:rPr>
              <w:t>Základní informace</w:t>
            </w:r>
          </w:p>
        </w:tc>
      </w:tr>
      <w:tr w:rsidR="00B27C67" w:rsidRPr="006760F4" w14:paraId="252D81DA" w14:textId="77777777" w:rsidTr="00701FD7">
        <w:trPr>
          <w:trHeight w:val="341"/>
        </w:trPr>
        <w:tc>
          <w:tcPr>
            <w:tcW w:w="1285" w:type="pct"/>
          </w:tcPr>
          <w:p w14:paraId="50FFC4A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Dodavatel:</w:t>
            </w:r>
          </w:p>
        </w:tc>
        <w:tc>
          <w:tcPr>
            <w:tcW w:w="3715" w:type="pct"/>
          </w:tcPr>
          <w:p w14:paraId="7F2763D3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040D9ABE" w14:textId="77777777" w:rsidTr="00701FD7">
        <w:trPr>
          <w:trHeight w:val="325"/>
        </w:trPr>
        <w:tc>
          <w:tcPr>
            <w:tcW w:w="1285" w:type="pct"/>
          </w:tcPr>
          <w:p w14:paraId="5DDB46C2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Výrobce:</w:t>
            </w:r>
          </w:p>
        </w:tc>
        <w:tc>
          <w:tcPr>
            <w:tcW w:w="3715" w:type="pct"/>
          </w:tcPr>
          <w:p w14:paraId="40367404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B27C67" w:rsidRPr="006760F4" w14:paraId="572B3164" w14:textId="77777777" w:rsidTr="00701FD7">
        <w:trPr>
          <w:trHeight w:val="341"/>
        </w:trPr>
        <w:tc>
          <w:tcPr>
            <w:tcW w:w="1285" w:type="pct"/>
          </w:tcPr>
          <w:p w14:paraId="18F623F9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  <w:r w:rsidRPr="006760F4">
              <w:rPr>
                <w:rFonts w:ascii="Arial" w:hAnsi="Arial" w:cs="Arial"/>
                <w:sz w:val="20"/>
                <w:szCs w:val="22"/>
              </w:rPr>
              <w:t>Výrobní model:</w:t>
            </w:r>
          </w:p>
        </w:tc>
        <w:tc>
          <w:tcPr>
            <w:tcW w:w="3715" w:type="pct"/>
          </w:tcPr>
          <w:p w14:paraId="35CEBCBB" w14:textId="77777777" w:rsidR="00B27C67" w:rsidRPr="006760F4" w:rsidRDefault="00B27C67" w:rsidP="00B27C67">
            <w:pPr>
              <w:spacing w:after="60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2F12B2E7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5028" w:type="pct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4924"/>
        <w:gridCol w:w="1075"/>
        <w:gridCol w:w="2215"/>
        <w:gridCol w:w="1754"/>
      </w:tblGrid>
      <w:tr w:rsidR="004A099D" w:rsidRPr="00B75CCC" w14:paraId="45D3E40E" w14:textId="77777777" w:rsidTr="00AC1FD3">
        <w:trPr>
          <w:trHeight w:val="300"/>
          <w:tblHeader/>
        </w:trPr>
        <w:tc>
          <w:tcPr>
            <w:tcW w:w="2470" w:type="pct"/>
            <w:shd w:val="clear" w:color="auto" w:fill="99DBFF" w:themeFill="text2" w:themeFillTint="66"/>
            <w:vAlign w:val="center"/>
          </w:tcPr>
          <w:p w14:paraId="7B661F22" w14:textId="77777777" w:rsidR="004A099D" w:rsidRPr="00B75CCC" w:rsidRDefault="004A099D" w:rsidP="00B27C67">
            <w:pPr>
              <w:widowControl w:val="0"/>
              <w:adjustRightInd w:val="0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CCC">
              <w:rPr>
                <w:rFonts w:ascii="Arial" w:hAnsi="Arial" w:cs="Arial"/>
                <w:b/>
                <w:bCs/>
                <w:sz w:val="20"/>
                <w:szCs w:val="20"/>
              </w:rPr>
              <w:t>Parametr / požadavek</w:t>
            </w:r>
          </w:p>
        </w:tc>
        <w:tc>
          <w:tcPr>
            <w:tcW w:w="539" w:type="pct"/>
            <w:shd w:val="clear" w:color="auto" w:fill="99DBFF" w:themeFill="text2" w:themeFillTint="66"/>
            <w:vAlign w:val="center"/>
          </w:tcPr>
          <w:p w14:paraId="17C545AD" w14:textId="77777777" w:rsidR="004A099D" w:rsidRPr="00B75CCC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75CCC">
              <w:rPr>
                <w:rFonts w:ascii="Arial" w:hAnsi="Arial" w:cs="Arial"/>
                <w:b/>
                <w:bCs/>
                <w:sz w:val="20"/>
                <w:szCs w:val="20"/>
              </w:rPr>
              <w:t>Splňuje</w:t>
            </w:r>
          </w:p>
          <w:p w14:paraId="060ECE1A" w14:textId="77777777" w:rsidR="004A099D" w:rsidRPr="00B75CCC" w:rsidRDefault="004A099D" w:rsidP="00B27C67">
            <w:pPr>
              <w:widowControl w:val="0"/>
              <w:adjustRightInd w:val="0"/>
              <w:ind w:left="-108" w:right="-109"/>
              <w:jc w:val="center"/>
              <w:textAlignment w:val="baseline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r w:rsidRPr="00B75CCC">
              <w:rPr>
                <w:rFonts w:ascii="Arial" w:hAnsi="Arial" w:cs="Arial"/>
                <w:b/>
                <w:bCs/>
                <w:sz w:val="20"/>
                <w:szCs w:val="20"/>
              </w:rPr>
              <w:t>ANO/NE</w:t>
            </w:r>
          </w:p>
        </w:tc>
        <w:tc>
          <w:tcPr>
            <w:tcW w:w="1111" w:type="pct"/>
            <w:shd w:val="clear" w:color="auto" w:fill="99DBFF" w:themeFill="text2" w:themeFillTint="66"/>
          </w:tcPr>
          <w:p w14:paraId="0857CD0A" w14:textId="4AD43451" w:rsidR="004A099D" w:rsidRPr="00B75CCC" w:rsidRDefault="004A099D" w:rsidP="004A099D">
            <w:pPr>
              <w:spacing w:line="259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Reálná nabízená hodnota (pouze u parametrů charakterizovatelných touto hodnotou)</w:t>
            </w:r>
          </w:p>
        </w:tc>
        <w:tc>
          <w:tcPr>
            <w:tcW w:w="880" w:type="pct"/>
            <w:shd w:val="clear" w:color="auto" w:fill="99DBFF" w:themeFill="text2" w:themeFillTint="66"/>
            <w:vAlign w:val="center"/>
          </w:tcPr>
          <w:p w14:paraId="01055D2B" w14:textId="43114383" w:rsidR="004A099D" w:rsidRPr="00B75CCC" w:rsidRDefault="004A099D" w:rsidP="00B27C67">
            <w:pPr>
              <w:spacing w:line="259" w:lineRule="auto"/>
              <w:jc w:val="center"/>
              <w:rPr>
                <w:rFonts w:ascii="Arial" w:eastAsia="Calibri" w:hAnsi="Arial" w:cs="Arial"/>
                <w:i/>
                <w:iCs/>
                <w:color w:val="000000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eastAsia="en-US"/>
              </w:rPr>
              <w:t>Kde je uvedeno v nabídce (dokument a číslo strany)</w:t>
            </w:r>
          </w:p>
        </w:tc>
      </w:tr>
      <w:tr w:rsidR="004A099D" w:rsidRPr="00B75CCC" w14:paraId="08CE919F" w14:textId="77777777" w:rsidTr="006760F4">
        <w:trPr>
          <w:trHeight w:val="113"/>
        </w:trPr>
        <w:tc>
          <w:tcPr>
            <w:tcW w:w="5000" w:type="pct"/>
            <w:gridSpan w:val="4"/>
            <w:shd w:val="clear" w:color="auto" w:fill="CCEDFF" w:themeFill="accent1" w:themeFillTint="33"/>
          </w:tcPr>
          <w:p w14:paraId="6CE0D815" w14:textId="594660BE" w:rsidR="004A099D" w:rsidRPr="00B75CCC" w:rsidRDefault="00B75CCC" w:rsidP="00B27C67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b/>
                <w:sz w:val="20"/>
                <w:szCs w:val="20"/>
                <w:lang w:eastAsia="en-US"/>
              </w:rPr>
            </w:pPr>
            <w:r w:rsidRPr="00B75CCC">
              <w:rPr>
                <w:rFonts w:ascii="Arial" w:hAnsi="Arial" w:cs="Arial"/>
                <w:b/>
                <w:bCs/>
                <w:sz w:val="20"/>
                <w:szCs w:val="20"/>
              </w:rPr>
              <w:t>Požadované minimální technické a uživatelské parametry a vlastnosti:</w:t>
            </w:r>
          </w:p>
        </w:tc>
      </w:tr>
      <w:tr w:rsidR="00AC1FD3" w:rsidRPr="00B75CCC" w14:paraId="57407B43" w14:textId="77777777" w:rsidTr="00AC1FD3">
        <w:trPr>
          <w:trHeight w:val="113"/>
        </w:trPr>
        <w:tc>
          <w:tcPr>
            <w:tcW w:w="2470" w:type="pct"/>
          </w:tcPr>
          <w:p w14:paraId="77B53B21" w14:textId="570A3EB8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Celotělová vana s větším obsahem vody</w:t>
            </w:r>
          </w:p>
        </w:tc>
        <w:tc>
          <w:tcPr>
            <w:tcW w:w="539" w:type="pct"/>
          </w:tcPr>
          <w:p w14:paraId="7EAA4DEE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3D34C9EF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667CA7DB" w14:textId="477DB926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0B7BCB85" w14:textId="77777777" w:rsidTr="00AC1FD3">
        <w:trPr>
          <w:trHeight w:val="113"/>
        </w:trPr>
        <w:tc>
          <w:tcPr>
            <w:tcW w:w="2470" w:type="pct"/>
          </w:tcPr>
          <w:p w14:paraId="5FC59919" w14:textId="2F815E0D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Vysoce kvalitní povrch </w:t>
            </w:r>
            <w:r w:rsidR="00502AAA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z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 </w:t>
            </w:r>
            <w:r w:rsidR="00502AAA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akrylátu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46758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nebo 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sklolaminátu</w:t>
            </w:r>
          </w:p>
        </w:tc>
        <w:tc>
          <w:tcPr>
            <w:tcW w:w="539" w:type="pct"/>
          </w:tcPr>
          <w:p w14:paraId="3A8F332B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34AFE9DE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22AABF5B" w14:textId="2D33BB94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4C66CF1B" w14:textId="77777777" w:rsidTr="00AC1FD3">
        <w:trPr>
          <w:trHeight w:val="113"/>
        </w:trPr>
        <w:tc>
          <w:tcPr>
            <w:tcW w:w="2470" w:type="pct"/>
          </w:tcPr>
          <w:p w14:paraId="273B6F68" w14:textId="092FA696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Užitný objem </w:t>
            </w:r>
            <w:r w:rsidR="000D5FE8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min 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0 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l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itrů</w:t>
            </w:r>
          </w:p>
        </w:tc>
        <w:tc>
          <w:tcPr>
            <w:tcW w:w="539" w:type="pct"/>
          </w:tcPr>
          <w:p w14:paraId="2E2DA433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66F04A29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280113F1" w14:textId="5BABBFF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7A1E7B0F" w14:textId="77777777" w:rsidTr="00AC1FD3">
        <w:trPr>
          <w:trHeight w:val="113"/>
        </w:trPr>
        <w:tc>
          <w:tcPr>
            <w:tcW w:w="2470" w:type="pct"/>
          </w:tcPr>
          <w:p w14:paraId="1F240E63" w14:textId="0AE4B9CD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Elektronické ovládání</w:t>
            </w:r>
          </w:p>
        </w:tc>
        <w:tc>
          <w:tcPr>
            <w:tcW w:w="539" w:type="pct"/>
          </w:tcPr>
          <w:p w14:paraId="45489BB2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3245FB83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0D89CA31" w14:textId="2B59E229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25AD9636" w14:textId="77777777" w:rsidTr="00AC1FD3">
        <w:trPr>
          <w:trHeight w:val="113"/>
        </w:trPr>
        <w:tc>
          <w:tcPr>
            <w:tcW w:w="2470" w:type="pct"/>
          </w:tcPr>
          <w:p w14:paraId="7E63F6AA" w14:textId="03B89650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Oplachová sprcha</w:t>
            </w:r>
          </w:p>
        </w:tc>
        <w:tc>
          <w:tcPr>
            <w:tcW w:w="539" w:type="pct"/>
          </w:tcPr>
          <w:p w14:paraId="5BFAE0A7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301F7320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42893B1D" w14:textId="41CEA868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3F655418" w14:textId="77777777" w:rsidTr="00AC1FD3">
        <w:trPr>
          <w:trHeight w:val="113"/>
        </w:trPr>
        <w:tc>
          <w:tcPr>
            <w:tcW w:w="2470" w:type="pct"/>
          </w:tcPr>
          <w:p w14:paraId="0F6864D2" w14:textId="5B6B2E50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Bezpečnostní madla</w:t>
            </w:r>
          </w:p>
        </w:tc>
        <w:tc>
          <w:tcPr>
            <w:tcW w:w="539" w:type="pct"/>
          </w:tcPr>
          <w:p w14:paraId="32F07F8B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5BFA0A46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4F59B443" w14:textId="41906831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2CB481ED" w14:textId="77777777" w:rsidTr="00AC1FD3">
        <w:trPr>
          <w:trHeight w:val="113"/>
        </w:trPr>
        <w:tc>
          <w:tcPr>
            <w:tcW w:w="2470" w:type="pct"/>
          </w:tcPr>
          <w:p w14:paraId="2D57E9D2" w14:textId="0380A8C1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Hydromasážní systém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min. 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8 trysek a </w:t>
            </w:r>
            <w:r w:rsidR="007D3A09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min. 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24 mikrotrysek </w:t>
            </w:r>
          </w:p>
        </w:tc>
        <w:tc>
          <w:tcPr>
            <w:tcW w:w="539" w:type="pct"/>
          </w:tcPr>
          <w:p w14:paraId="20B1F39C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30D3765E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65DB64BD" w14:textId="2268FD8B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0D54B336" w14:textId="77777777" w:rsidTr="00AC1FD3">
        <w:trPr>
          <w:trHeight w:val="113"/>
        </w:trPr>
        <w:tc>
          <w:tcPr>
            <w:tcW w:w="2470" w:type="pct"/>
          </w:tcPr>
          <w:p w14:paraId="23E91DB7" w14:textId="6FC68BAF" w:rsidR="00AC1FD3" w:rsidRPr="00B75CCC" w:rsidRDefault="007D3A09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Vzduchová masáž</w:t>
            </w:r>
            <w:r w:rsidR="00AC1FD3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– 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min. </w:t>
            </w:r>
            <w:r w:rsidR="00AC1FD3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122 integrovaných vzduchových trysek</w:t>
            </w:r>
          </w:p>
        </w:tc>
        <w:tc>
          <w:tcPr>
            <w:tcW w:w="539" w:type="pct"/>
          </w:tcPr>
          <w:p w14:paraId="4125CD4C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70D4DD81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6241B1F3" w14:textId="3B70C8D1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5360A315" w14:textId="77777777" w:rsidTr="00AC1FD3">
        <w:trPr>
          <w:trHeight w:val="113"/>
        </w:trPr>
        <w:tc>
          <w:tcPr>
            <w:tcW w:w="2470" w:type="pct"/>
          </w:tcPr>
          <w:p w14:paraId="056BE2BB" w14:textId="31FED8E2" w:rsidR="00AC1FD3" w:rsidRPr="00B75CCC" w:rsidRDefault="007D3A09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Min. </w:t>
            </w:r>
            <w:r w:rsidR="00AC1FD3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4 hydromasážní zóny</w:t>
            </w:r>
          </w:p>
        </w:tc>
        <w:tc>
          <w:tcPr>
            <w:tcW w:w="539" w:type="pct"/>
          </w:tcPr>
          <w:p w14:paraId="16E5D7AF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60444B8D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0A900D73" w14:textId="31428710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0D35C64F" w14:textId="77777777" w:rsidTr="00AC1FD3">
        <w:trPr>
          <w:trHeight w:val="113"/>
        </w:trPr>
        <w:tc>
          <w:tcPr>
            <w:tcW w:w="2470" w:type="pct"/>
          </w:tcPr>
          <w:p w14:paraId="3D5D4036" w14:textId="54EC4D41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Fóliová klávesnice</w:t>
            </w:r>
          </w:p>
        </w:tc>
        <w:tc>
          <w:tcPr>
            <w:tcW w:w="539" w:type="pct"/>
          </w:tcPr>
          <w:p w14:paraId="3D751A74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77766BAE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5084AEE1" w14:textId="371338CA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385A7D41" w14:textId="77777777" w:rsidTr="00AC1FD3">
        <w:trPr>
          <w:trHeight w:val="113"/>
        </w:trPr>
        <w:tc>
          <w:tcPr>
            <w:tcW w:w="2470" w:type="pct"/>
          </w:tcPr>
          <w:p w14:paraId="63056CA2" w14:textId="3DA47AC2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Min</w:t>
            </w:r>
            <w:r w:rsidR="0096467B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="00BA5E8C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přednastavených programů</w:t>
            </w:r>
          </w:p>
        </w:tc>
        <w:tc>
          <w:tcPr>
            <w:tcW w:w="539" w:type="pct"/>
          </w:tcPr>
          <w:p w14:paraId="62257BEF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52088A77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53106E0B" w14:textId="150DEB4C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4D8AFCF1" w14:textId="77777777" w:rsidTr="00AC1FD3">
        <w:trPr>
          <w:trHeight w:val="113"/>
        </w:trPr>
        <w:tc>
          <w:tcPr>
            <w:tcW w:w="2470" w:type="pct"/>
          </w:tcPr>
          <w:p w14:paraId="0283F79D" w14:textId="36451C0E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Časování procedur </w:t>
            </w:r>
            <w:r w:rsidR="00BA5E8C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min. v rozmezí 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5-</w:t>
            </w:r>
            <w:r w:rsidR="00BA5E8C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min</w:t>
            </w:r>
            <w:r w:rsidR="00BA5E8C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ut</w:t>
            </w:r>
          </w:p>
        </w:tc>
        <w:tc>
          <w:tcPr>
            <w:tcW w:w="539" w:type="pct"/>
          </w:tcPr>
          <w:p w14:paraId="1BBF0313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30E20469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09E5BCDC" w14:textId="2CB4D87D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72909446" w14:textId="77777777" w:rsidTr="00AC1FD3">
        <w:trPr>
          <w:trHeight w:val="113"/>
        </w:trPr>
        <w:tc>
          <w:tcPr>
            <w:tcW w:w="2470" w:type="pct"/>
          </w:tcPr>
          <w:p w14:paraId="68168C27" w14:textId="24A6B142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Hlavní vypínač</w:t>
            </w:r>
          </w:p>
        </w:tc>
        <w:tc>
          <w:tcPr>
            <w:tcW w:w="539" w:type="pct"/>
          </w:tcPr>
          <w:p w14:paraId="440BB5DE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69646506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104CEF9A" w14:textId="69CFF12E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36E05021" w14:textId="77777777" w:rsidTr="00AC1FD3">
        <w:trPr>
          <w:trHeight w:val="113"/>
        </w:trPr>
        <w:tc>
          <w:tcPr>
            <w:tcW w:w="2470" w:type="pct"/>
          </w:tcPr>
          <w:p w14:paraId="5436EF15" w14:textId="093AADB3" w:rsidR="00AC1FD3" w:rsidRPr="00B75CCC" w:rsidRDefault="00AC1FD3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Automatické napouštění</w:t>
            </w:r>
          </w:p>
        </w:tc>
        <w:tc>
          <w:tcPr>
            <w:tcW w:w="539" w:type="pct"/>
          </w:tcPr>
          <w:p w14:paraId="5A7ED89C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4359C145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4F48CCA9" w14:textId="02BA624C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1BB4C2A8" w14:textId="77777777" w:rsidTr="00AC1FD3">
        <w:trPr>
          <w:trHeight w:val="113"/>
        </w:trPr>
        <w:tc>
          <w:tcPr>
            <w:tcW w:w="2470" w:type="pct"/>
          </w:tcPr>
          <w:p w14:paraId="684FDD04" w14:textId="39BEB5F5" w:rsidR="00AC1FD3" w:rsidRPr="00B75CCC" w:rsidRDefault="00BA5E8C" w:rsidP="00AC1FD3">
            <w:pPr>
              <w:snapToGri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Elektronická regulace teploty nebo pomocí t</w:t>
            </w:r>
            <w:r w:rsidR="00AC1FD3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ermostatick</w:t>
            </w: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é</w:t>
            </w:r>
            <w:r w:rsidR="00AC1FD3"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baterie</w:t>
            </w:r>
          </w:p>
        </w:tc>
        <w:tc>
          <w:tcPr>
            <w:tcW w:w="539" w:type="pct"/>
          </w:tcPr>
          <w:p w14:paraId="5ADEDD42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46B46FCC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32DB2204" w14:textId="023F0521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2731AB09" w14:textId="77777777" w:rsidTr="00AC1FD3">
        <w:trPr>
          <w:trHeight w:val="113"/>
        </w:trPr>
        <w:tc>
          <w:tcPr>
            <w:tcW w:w="2470" w:type="pct"/>
          </w:tcPr>
          <w:p w14:paraId="009C5A49" w14:textId="4AAC5FAC" w:rsidR="00AC1FD3" w:rsidRPr="00B75CCC" w:rsidRDefault="00AC1FD3" w:rsidP="00AC1FD3">
            <w:pPr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Hladinové čidlo</w:t>
            </w:r>
          </w:p>
        </w:tc>
        <w:tc>
          <w:tcPr>
            <w:tcW w:w="539" w:type="pct"/>
          </w:tcPr>
          <w:p w14:paraId="09405F4A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</w:tcPr>
          <w:p w14:paraId="7449B20A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</w:tcPr>
          <w:p w14:paraId="05945947" w14:textId="1331B06B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AC1FD3" w:rsidRPr="00B75CCC" w14:paraId="51F54460" w14:textId="77777777" w:rsidTr="00AC1FD3">
        <w:trPr>
          <w:trHeight w:val="113"/>
        </w:trPr>
        <w:tc>
          <w:tcPr>
            <w:tcW w:w="2470" w:type="pct"/>
            <w:tcBorders>
              <w:top w:val="nil"/>
            </w:tcBorders>
          </w:tcPr>
          <w:p w14:paraId="377B36DF" w14:textId="51DF28A4" w:rsidR="00AC1FD3" w:rsidRPr="00B75CCC" w:rsidRDefault="00AC1FD3" w:rsidP="00AC1FD3">
            <w:pPr>
              <w:autoSpaceDE w:val="0"/>
              <w:autoSpaceDN w:val="0"/>
              <w:adjustRightInd w:val="0"/>
              <w:spacing w:after="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B75CCC">
              <w:rPr>
                <w:rFonts w:ascii="Arial" w:eastAsia="Calibri" w:hAnsi="Arial" w:cs="Arial"/>
                <w:sz w:val="20"/>
                <w:szCs w:val="20"/>
                <w:lang w:eastAsia="en-US"/>
              </w:rPr>
              <w:t>Ochrana čerpadla proti chodu na sucho</w:t>
            </w:r>
          </w:p>
        </w:tc>
        <w:tc>
          <w:tcPr>
            <w:tcW w:w="539" w:type="pct"/>
            <w:tcBorders>
              <w:top w:val="nil"/>
            </w:tcBorders>
          </w:tcPr>
          <w:p w14:paraId="0CF4ECDB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11" w:type="pct"/>
            <w:tcBorders>
              <w:top w:val="nil"/>
            </w:tcBorders>
          </w:tcPr>
          <w:p w14:paraId="18390399" w14:textId="77777777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80" w:type="pct"/>
            <w:tcBorders>
              <w:top w:val="nil"/>
            </w:tcBorders>
          </w:tcPr>
          <w:p w14:paraId="2B2F55A4" w14:textId="4A401A2D" w:rsidR="00AC1FD3" w:rsidRPr="00B75CCC" w:rsidRDefault="00AC1FD3" w:rsidP="00AC1FD3">
            <w:pPr>
              <w:widowControl w:val="0"/>
              <w:adjustRightInd w:val="0"/>
              <w:spacing w:after="60"/>
              <w:jc w:val="both"/>
              <w:textAlignment w:val="baseline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14:paraId="498CBBD2" w14:textId="77777777" w:rsidR="00B27C67" w:rsidRPr="006760F4" w:rsidRDefault="00B27C67" w:rsidP="00B27C67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6B17D821" w14:textId="77777777" w:rsidR="00CF675A" w:rsidRDefault="00CF675A" w:rsidP="00CF675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eastAsia="Calibri" w:hAnsi="Arial" w:cs="Arial"/>
          <w:sz w:val="20"/>
          <w:szCs w:val="22"/>
          <w:lang w:eastAsia="en-US"/>
        </w:rPr>
        <w:t>Veškeré povrchy nabízených výrobků včetně příslušenství musí být odolné vůči dezinfekčním a dekontaminačním prostředkům uvedených v dezinfekčním programu Krajské zdravotní, a.s. – viz příloha č. 8 zadávací dokumentace.</w:t>
      </w:r>
    </w:p>
    <w:p w14:paraId="50652A95" w14:textId="77777777" w:rsidR="00B75CCC" w:rsidRPr="006760F4" w:rsidRDefault="00B75CCC" w:rsidP="00B75CCC">
      <w:pPr>
        <w:spacing w:after="160" w:line="259" w:lineRule="auto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b/>
          <w:sz w:val="20"/>
          <w:szCs w:val="22"/>
          <w:lang w:eastAsia="en-US"/>
        </w:rPr>
        <w:t>Poznámka:</w:t>
      </w:r>
    </w:p>
    <w:p w14:paraId="512BC92D" w14:textId="77777777" w:rsidR="00CF675A" w:rsidRPr="00CF675A" w:rsidRDefault="00CF675A" w:rsidP="00CF675A">
      <w:pPr>
        <w:spacing w:after="200"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>
        <w:rPr>
          <w:rFonts w:ascii="Arial" w:hAnsi="Arial" w:cs="Arial"/>
          <w:sz w:val="20"/>
          <w:szCs w:val="20"/>
        </w:rPr>
        <w:t xml:space="preserve">Pokud není uvedeno v technické specifikaci jinak (např. uvedením požadavku na minimální nebo maximální hodnoty nebo parametry), je v případě uvedení podrobných technických parametrů akceptován toleranční rozsah </w:t>
      </w:r>
      <w:r w:rsidRPr="00CF675A">
        <w:rPr>
          <w:rFonts w:ascii="Arial" w:eastAsia="Calibri" w:hAnsi="Arial" w:cs="Arial"/>
          <w:sz w:val="20"/>
          <w:szCs w:val="22"/>
          <w:lang w:eastAsia="en-US"/>
        </w:rPr>
        <w:t xml:space="preserve">± 10%. </w:t>
      </w:r>
    </w:p>
    <w:p w14:paraId="576A53FE" w14:textId="3416C274" w:rsidR="00B75CCC" w:rsidRPr="00CF675A" w:rsidRDefault="00B75CCC" w:rsidP="00CF675A">
      <w:pPr>
        <w:spacing w:after="200" w:line="276" w:lineRule="auto"/>
        <w:jc w:val="both"/>
        <w:rPr>
          <w:rFonts w:ascii="Arial" w:eastAsia="Calibri" w:hAnsi="Arial" w:cs="Arial"/>
          <w:b/>
          <w:sz w:val="20"/>
          <w:szCs w:val="22"/>
          <w:lang w:eastAsia="en-US"/>
        </w:rPr>
      </w:pPr>
      <w:r w:rsidRPr="00CF675A">
        <w:rPr>
          <w:rFonts w:ascii="Arial" w:eastAsia="Calibri" w:hAnsi="Arial" w:cs="Arial"/>
          <w:b/>
          <w:sz w:val="20"/>
          <w:szCs w:val="22"/>
          <w:lang w:eastAsia="en-US"/>
        </w:rPr>
        <w:t>Vysvětlivka</w:t>
      </w:r>
      <w:r w:rsidR="00CF675A" w:rsidRPr="00CF675A">
        <w:rPr>
          <w:rFonts w:ascii="Arial" w:eastAsia="Calibri" w:hAnsi="Arial" w:cs="Arial"/>
          <w:b/>
          <w:sz w:val="20"/>
          <w:szCs w:val="22"/>
          <w:lang w:eastAsia="en-US"/>
        </w:rPr>
        <w:t>:</w:t>
      </w:r>
    </w:p>
    <w:p w14:paraId="25252DF6" w14:textId="77777777" w:rsidR="00B75CCC" w:rsidRPr="006760F4" w:rsidRDefault="00B75CCC" w:rsidP="00B75CCC">
      <w:pPr>
        <w:spacing w:line="259" w:lineRule="auto"/>
        <w:rPr>
          <w:rFonts w:ascii="Arial" w:eastAsia="Calibri" w:hAnsi="Arial" w:cs="Arial"/>
          <w:sz w:val="20"/>
          <w:szCs w:val="22"/>
          <w:u w:val="single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u w:val="single"/>
          <w:lang w:eastAsia="en-US"/>
        </w:rPr>
        <w:t>Dodavatel uvede:</w:t>
      </w:r>
    </w:p>
    <w:p w14:paraId="1E61056B" w14:textId="0DD9009D" w:rsidR="00B75CCC" w:rsidRPr="006760F4" w:rsidRDefault="00B75CCC" w:rsidP="00CF675A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>základní informace pro identifikaci</w:t>
      </w:r>
      <w:r>
        <w:rPr>
          <w:rFonts w:ascii="Arial" w:eastAsia="Calibri" w:hAnsi="Arial" w:cs="Arial"/>
          <w:sz w:val="20"/>
          <w:szCs w:val="22"/>
          <w:lang w:eastAsia="en-US"/>
        </w:rPr>
        <w:t xml:space="preserve"> nabízeného </w:t>
      </w:r>
      <w:r w:rsidR="00CF675A">
        <w:rPr>
          <w:rFonts w:ascii="Arial" w:eastAsia="Calibri" w:hAnsi="Arial" w:cs="Arial"/>
          <w:sz w:val="20"/>
          <w:szCs w:val="22"/>
          <w:lang w:eastAsia="en-US"/>
        </w:rPr>
        <w:t>zdravotnického prostředku</w:t>
      </w:r>
    </w:p>
    <w:p w14:paraId="0B19A58D" w14:textId="381FEBA5" w:rsidR="00B75CCC" w:rsidRPr="006760F4" w:rsidRDefault="00B75CCC" w:rsidP="00CF675A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zda </w:t>
      </w:r>
      <w:r w:rsidR="00CF675A">
        <w:rPr>
          <w:rFonts w:ascii="Arial" w:eastAsia="Calibri" w:hAnsi="Arial" w:cs="Arial"/>
          <w:sz w:val="20"/>
          <w:szCs w:val="22"/>
          <w:lang w:eastAsia="en-US"/>
        </w:rPr>
        <w:t>zdravotnický prostředek</w:t>
      </w: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 požadavek splňuje </w:t>
      </w:r>
    </w:p>
    <w:p w14:paraId="7E69A461" w14:textId="77777777" w:rsidR="00B75CCC" w:rsidRDefault="00B75CCC" w:rsidP="00CF675A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6760F4">
        <w:rPr>
          <w:rFonts w:ascii="Arial" w:eastAsia="Calibri" w:hAnsi="Arial" w:cs="Arial"/>
          <w:sz w:val="20"/>
          <w:szCs w:val="22"/>
          <w:lang w:eastAsia="en-US"/>
        </w:rPr>
        <w:t xml:space="preserve">číselnou hodnotu u parametrů, které lze takto charakterizovat </w:t>
      </w:r>
    </w:p>
    <w:p w14:paraId="32ACAC9D" w14:textId="05A74E0B" w:rsidR="003C31D5" w:rsidRPr="00B75CCC" w:rsidRDefault="00B75CCC" w:rsidP="00CF675A">
      <w:pPr>
        <w:numPr>
          <w:ilvl w:val="0"/>
          <w:numId w:val="16"/>
        </w:numPr>
        <w:spacing w:after="160" w:line="259" w:lineRule="auto"/>
        <w:contextualSpacing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B75CCC">
        <w:rPr>
          <w:rFonts w:ascii="Arial" w:eastAsia="Calibri" w:hAnsi="Arial" w:cs="Arial"/>
          <w:sz w:val="20"/>
          <w:szCs w:val="22"/>
          <w:lang w:eastAsia="en-US"/>
        </w:rPr>
        <w:t>kde lze daný požadavek ověřit (např. číslo strany v brožuře) a doloží materiály (brožury, manuály, návod k použití, odkaz, atd.)</w:t>
      </w:r>
    </w:p>
    <w:sectPr w:rsidR="003C31D5" w:rsidRPr="00B75CC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2552" w:right="991" w:bottom="1134" w:left="993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B53835" w14:textId="77777777" w:rsidR="0019685D" w:rsidRDefault="0019685D">
      <w:r>
        <w:separator/>
      </w:r>
    </w:p>
  </w:endnote>
  <w:endnote w:type="continuationSeparator" w:id="0">
    <w:p w14:paraId="6C229246" w14:textId="77777777" w:rsidR="0019685D" w:rsidRDefault="00196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DDAF" w14:textId="77777777" w:rsidR="003C31D5" w:rsidRDefault="003C31D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340625" w14:textId="5FC36C86" w:rsidR="003C31D5" w:rsidRDefault="00AB4898">
    <w:pPr>
      <w:pStyle w:val="Zpat"/>
      <w:tabs>
        <w:tab w:val="clear" w:pos="4536"/>
        <w:tab w:val="clear" w:pos="9072"/>
      </w:tabs>
      <w:jc w:val="right"/>
      <w:rPr>
        <w:rFonts w:ascii="MetaCE" w:hAnsi="MetaCE"/>
        <w:sz w:val="14"/>
        <w:szCs w:val="14"/>
      </w:rPr>
    </w:pP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PAGE </w:instrText>
    </w:r>
    <w:r>
      <w:rPr>
        <w:rFonts w:ascii="MetaCE" w:hAnsi="MetaCE"/>
        <w:sz w:val="14"/>
        <w:szCs w:val="14"/>
      </w:rPr>
      <w:fldChar w:fldCharType="separate"/>
    </w:r>
    <w:r w:rsidR="00E233CB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  <w:r>
      <w:rPr>
        <w:rFonts w:ascii="MetaCE" w:hAnsi="MetaCE"/>
        <w:sz w:val="14"/>
        <w:szCs w:val="14"/>
      </w:rPr>
      <w:t xml:space="preserve"> z </w:t>
    </w:r>
    <w:r>
      <w:rPr>
        <w:rFonts w:ascii="MetaCE" w:hAnsi="MetaCE"/>
        <w:sz w:val="14"/>
        <w:szCs w:val="14"/>
      </w:rPr>
      <w:fldChar w:fldCharType="begin"/>
    </w:r>
    <w:r>
      <w:rPr>
        <w:rFonts w:ascii="MetaCE" w:hAnsi="MetaCE"/>
        <w:sz w:val="14"/>
        <w:szCs w:val="14"/>
      </w:rPr>
      <w:instrText xml:space="preserve"> NUMPAGES </w:instrText>
    </w:r>
    <w:r>
      <w:rPr>
        <w:rFonts w:ascii="MetaCE" w:hAnsi="MetaCE"/>
        <w:sz w:val="14"/>
        <w:szCs w:val="14"/>
      </w:rPr>
      <w:fldChar w:fldCharType="separate"/>
    </w:r>
    <w:r w:rsidR="00E233CB">
      <w:rPr>
        <w:rFonts w:ascii="MetaCE" w:hAnsi="MetaCE"/>
        <w:noProof/>
        <w:sz w:val="14"/>
        <w:szCs w:val="14"/>
      </w:rPr>
      <w:t>2</w:t>
    </w:r>
    <w:r>
      <w:rPr>
        <w:rFonts w:ascii="MetaCE" w:hAnsi="MetaCE"/>
        <w:sz w:val="14"/>
        <w:szCs w:val="14"/>
      </w:rPr>
      <w:fldChar w:fldCharType="end"/>
    </w:r>
  </w:p>
  <w:p w14:paraId="6ADC9753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  <w:p w14:paraId="2BA63BD9" w14:textId="77777777" w:rsidR="003C31D5" w:rsidRDefault="003C31D5">
    <w:pPr>
      <w:pStyle w:val="Zpat"/>
      <w:tabs>
        <w:tab w:val="clear" w:pos="4536"/>
        <w:tab w:val="clear" w:pos="9072"/>
        <w:tab w:val="right" w:pos="7200"/>
      </w:tabs>
      <w:jc w:val="right"/>
      <w:rPr>
        <w:rFonts w:ascii="MetaCE" w:hAnsi="MetaCE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3B4B9B" w14:textId="77777777" w:rsidR="003C31D5" w:rsidRDefault="003C31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1313C8" w14:textId="77777777" w:rsidR="0019685D" w:rsidRDefault="0019685D">
      <w:r>
        <w:separator/>
      </w:r>
    </w:p>
  </w:footnote>
  <w:footnote w:type="continuationSeparator" w:id="0">
    <w:p w14:paraId="650D1D2E" w14:textId="77777777" w:rsidR="0019685D" w:rsidRDefault="00196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4CBC8" w14:textId="77777777" w:rsidR="003C31D5" w:rsidRDefault="003C31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ABB990" w14:textId="77777777" w:rsidR="003C31D5" w:rsidRDefault="00AB4898">
    <w:pPr>
      <w:pStyle w:val="Zhlav"/>
      <w:jc w:val="right"/>
      <w:rPr>
        <w:color w:val="FF0000"/>
      </w:rPr>
    </w:pPr>
    <w:r>
      <w:rPr>
        <w:noProof/>
        <w:color w:val="FF0000"/>
      </w:rPr>
      <w:drawing>
        <wp:anchor distT="0" distB="0" distL="114300" distR="114300" simplePos="0" relativeHeight="251657728" behindDoc="1" locked="0" layoutInCell="1" allowOverlap="1" wp14:anchorId="4EAB7DA9" wp14:editId="24008A66">
          <wp:simplePos x="0" y="0"/>
          <wp:positionH relativeFrom="page">
            <wp:posOffset>0</wp:posOffset>
          </wp:positionH>
          <wp:positionV relativeFrom="page">
            <wp:posOffset>1</wp:posOffset>
          </wp:positionV>
          <wp:extent cx="7552784" cy="10682992"/>
          <wp:effectExtent l="0" t="0" r="0" b="0"/>
          <wp:wrapNone/>
          <wp:docPr id="7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2784" cy="10682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FD46F5" w14:textId="77777777" w:rsidR="003C31D5" w:rsidRDefault="003C31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7C1C"/>
    <w:multiLevelType w:val="hybridMultilevel"/>
    <w:tmpl w:val="FEBE7A1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1D20DDC"/>
    <w:multiLevelType w:val="hybridMultilevel"/>
    <w:tmpl w:val="DDBACD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A3CD8"/>
    <w:multiLevelType w:val="hybridMultilevel"/>
    <w:tmpl w:val="2CD093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E6415C"/>
    <w:multiLevelType w:val="hybridMultilevel"/>
    <w:tmpl w:val="4A18F4E8"/>
    <w:lvl w:ilvl="0" w:tplc="04050001">
      <w:start w:val="1"/>
      <w:numFmt w:val="bullet"/>
      <w:lvlText w:val=""/>
      <w:lvlJc w:val="left"/>
      <w:pPr>
        <w:ind w:left="114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7" w:hanging="360"/>
      </w:pPr>
      <w:rPr>
        <w:rFonts w:ascii="Wingdings" w:hAnsi="Wingdings" w:hint="default"/>
      </w:rPr>
    </w:lvl>
  </w:abstractNum>
  <w:abstractNum w:abstractNumId="4" w15:restartNumberingAfterBreak="0">
    <w:nsid w:val="0E836611"/>
    <w:multiLevelType w:val="hybridMultilevel"/>
    <w:tmpl w:val="F136374A"/>
    <w:lvl w:ilvl="0" w:tplc="0405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5" w15:restartNumberingAfterBreak="0">
    <w:nsid w:val="1ABB3DD2"/>
    <w:multiLevelType w:val="hybridMultilevel"/>
    <w:tmpl w:val="B492C7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005B80"/>
    <w:multiLevelType w:val="hybridMultilevel"/>
    <w:tmpl w:val="1876CD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C92009"/>
    <w:multiLevelType w:val="multilevel"/>
    <w:tmpl w:val="DE9227A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8" w15:restartNumberingAfterBreak="0">
    <w:nsid w:val="45A74F32"/>
    <w:multiLevelType w:val="hybridMultilevel"/>
    <w:tmpl w:val="015432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AA217B"/>
    <w:multiLevelType w:val="hybridMultilevel"/>
    <w:tmpl w:val="40FC5ED4"/>
    <w:lvl w:ilvl="0" w:tplc="2812ADF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7A31A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77217BA0"/>
    <w:multiLevelType w:val="hybridMultilevel"/>
    <w:tmpl w:val="FBA0B788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7FCF0E79"/>
    <w:multiLevelType w:val="hybridMultilevel"/>
    <w:tmpl w:val="D0667BEC"/>
    <w:lvl w:ilvl="0" w:tplc="04050017">
      <w:start w:val="1"/>
      <w:numFmt w:val="lowerLetter"/>
      <w:lvlText w:val="%1)"/>
      <w:lvlJc w:val="left"/>
      <w:pPr>
        <w:ind w:left="1212" w:hanging="360"/>
      </w:pPr>
    </w:lvl>
    <w:lvl w:ilvl="1" w:tplc="04050019" w:tentative="1">
      <w:start w:val="1"/>
      <w:numFmt w:val="lowerLetter"/>
      <w:lvlText w:val="%2."/>
      <w:lvlJc w:val="left"/>
      <w:pPr>
        <w:ind w:left="1932" w:hanging="360"/>
      </w:pPr>
    </w:lvl>
    <w:lvl w:ilvl="2" w:tplc="0405001B" w:tentative="1">
      <w:start w:val="1"/>
      <w:numFmt w:val="lowerRoman"/>
      <w:lvlText w:val="%3."/>
      <w:lvlJc w:val="right"/>
      <w:pPr>
        <w:ind w:left="2652" w:hanging="180"/>
      </w:pPr>
    </w:lvl>
    <w:lvl w:ilvl="3" w:tplc="0405000F" w:tentative="1">
      <w:start w:val="1"/>
      <w:numFmt w:val="decimal"/>
      <w:lvlText w:val="%4."/>
      <w:lvlJc w:val="left"/>
      <w:pPr>
        <w:ind w:left="3372" w:hanging="360"/>
      </w:pPr>
    </w:lvl>
    <w:lvl w:ilvl="4" w:tplc="04050019" w:tentative="1">
      <w:start w:val="1"/>
      <w:numFmt w:val="lowerLetter"/>
      <w:lvlText w:val="%5."/>
      <w:lvlJc w:val="left"/>
      <w:pPr>
        <w:ind w:left="4092" w:hanging="360"/>
      </w:pPr>
    </w:lvl>
    <w:lvl w:ilvl="5" w:tplc="0405001B" w:tentative="1">
      <w:start w:val="1"/>
      <w:numFmt w:val="lowerRoman"/>
      <w:lvlText w:val="%6."/>
      <w:lvlJc w:val="right"/>
      <w:pPr>
        <w:ind w:left="4812" w:hanging="180"/>
      </w:pPr>
    </w:lvl>
    <w:lvl w:ilvl="6" w:tplc="0405000F" w:tentative="1">
      <w:start w:val="1"/>
      <w:numFmt w:val="decimal"/>
      <w:lvlText w:val="%7."/>
      <w:lvlJc w:val="left"/>
      <w:pPr>
        <w:ind w:left="5532" w:hanging="360"/>
      </w:pPr>
    </w:lvl>
    <w:lvl w:ilvl="7" w:tplc="04050019" w:tentative="1">
      <w:start w:val="1"/>
      <w:numFmt w:val="lowerLetter"/>
      <w:lvlText w:val="%8."/>
      <w:lvlJc w:val="left"/>
      <w:pPr>
        <w:ind w:left="6252" w:hanging="360"/>
      </w:pPr>
    </w:lvl>
    <w:lvl w:ilvl="8" w:tplc="0405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4"/>
  </w:num>
  <w:num w:numId="9">
    <w:abstractNumId w:val="5"/>
  </w:num>
  <w:num w:numId="10">
    <w:abstractNumId w:val="11"/>
  </w:num>
  <w:num w:numId="11">
    <w:abstractNumId w:val="10"/>
  </w:num>
  <w:num w:numId="12">
    <w:abstractNumId w:val="12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31D5"/>
    <w:rsid w:val="00006AC4"/>
    <w:rsid w:val="00020F3F"/>
    <w:rsid w:val="0003457B"/>
    <w:rsid w:val="00073E76"/>
    <w:rsid w:val="000A62FE"/>
    <w:rsid w:val="000B3B07"/>
    <w:rsid w:val="000B4DCF"/>
    <w:rsid w:val="000D5FE8"/>
    <w:rsid w:val="001110CD"/>
    <w:rsid w:val="00154C53"/>
    <w:rsid w:val="0019685D"/>
    <w:rsid w:val="002D3211"/>
    <w:rsid w:val="003430C3"/>
    <w:rsid w:val="003C31D5"/>
    <w:rsid w:val="003F7FA4"/>
    <w:rsid w:val="00424EC8"/>
    <w:rsid w:val="00464581"/>
    <w:rsid w:val="00467589"/>
    <w:rsid w:val="004A099D"/>
    <w:rsid w:val="004E52EF"/>
    <w:rsid w:val="00502AAA"/>
    <w:rsid w:val="005B52F4"/>
    <w:rsid w:val="00611259"/>
    <w:rsid w:val="00640356"/>
    <w:rsid w:val="00652FD6"/>
    <w:rsid w:val="006760F4"/>
    <w:rsid w:val="00701FD7"/>
    <w:rsid w:val="007D3A09"/>
    <w:rsid w:val="007E4CDF"/>
    <w:rsid w:val="00827631"/>
    <w:rsid w:val="00857C02"/>
    <w:rsid w:val="008D1639"/>
    <w:rsid w:val="008F3D74"/>
    <w:rsid w:val="00903E09"/>
    <w:rsid w:val="009641ED"/>
    <w:rsid w:val="0096467B"/>
    <w:rsid w:val="009C3048"/>
    <w:rsid w:val="009C4B61"/>
    <w:rsid w:val="009E1BE5"/>
    <w:rsid w:val="00A47985"/>
    <w:rsid w:val="00A604C4"/>
    <w:rsid w:val="00A7510C"/>
    <w:rsid w:val="00A872F9"/>
    <w:rsid w:val="00AB4898"/>
    <w:rsid w:val="00AB61DD"/>
    <w:rsid w:val="00AC1FD3"/>
    <w:rsid w:val="00B27C67"/>
    <w:rsid w:val="00B40C8C"/>
    <w:rsid w:val="00B75CCC"/>
    <w:rsid w:val="00BA2F81"/>
    <w:rsid w:val="00BA5E8C"/>
    <w:rsid w:val="00C40C7B"/>
    <w:rsid w:val="00C70016"/>
    <w:rsid w:val="00CF675A"/>
    <w:rsid w:val="00DD4A8B"/>
    <w:rsid w:val="00E233CB"/>
    <w:rsid w:val="00E36328"/>
    <w:rsid w:val="00EF5D09"/>
    <w:rsid w:val="00F02F13"/>
    <w:rsid w:val="00F509B7"/>
    <w:rsid w:val="00F5272A"/>
    <w:rsid w:val="00F702D0"/>
    <w:rsid w:val="00FE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C837342"/>
  <w15:chartTrackingRefBased/>
  <w15:docId w15:val="{446D8F13-FD9D-4E30-B0C0-4495D4950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keepLines/>
      <w:spacing w:before="240"/>
      <w:outlineLvl w:val="0"/>
    </w:pPr>
    <w:rPr>
      <w:rFonts w:eastAsiaTheme="majorEastAsia" w:cstheme="majorBidi"/>
      <w:b/>
      <w:color w:val="00A7FF"/>
      <w:sz w:val="32"/>
      <w:szCs w:val="32"/>
    </w:rPr>
  </w:style>
  <w:style w:type="paragraph" w:styleId="Nadpis2">
    <w:name w:val="heading 2"/>
    <w:aliases w:val="PA Major Section,Podkapitola1,V_Head2,V_Head21,V_Head22,hlavicka,ASAPHeading 2,h2,F2,F21,2,sub-sect,21,sub-sect1,22,sub-sect2,211,sub-sect11,Běžného textu,Nadpis 2T,Nadpis kapitoly,0Überschrift 2,1Überschrift 2,2Überschrift 2,3Überschrift 2,T"/>
    <w:basedOn w:val="Normln"/>
    <w:next w:val="Normln"/>
    <w:link w:val="Nadpis2Char"/>
    <w:autoRedefine/>
    <w:uiPriority w:val="99"/>
    <w:qFormat/>
    <w:pPr>
      <w:keepNext/>
      <w:numPr>
        <w:ilvl w:val="1"/>
        <w:numId w:val="1"/>
      </w:numPr>
      <w:spacing w:before="240" w:after="240"/>
      <w:ind w:left="1134" w:hanging="567"/>
      <w:jc w:val="both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Pr>
      <w:sz w:val="18"/>
    </w:rPr>
  </w:style>
  <w:style w:type="paragraph" w:customStyle="1" w:styleId="Normlnadresa">
    <w:name w:val="Normální adresa"/>
    <w:basedOn w:val="Normln-hlavika"/>
    <w:rPr>
      <w:color w:val="000000" w:themeColor="text1"/>
      <w:sz w:val="20"/>
    </w:rPr>
  </w:style>
  <w:style w:type="character" w:customStyle="1" w:styleId="Nadpis1Char">
    <w:name w:val="Nadpis 1 Char"/>
    <w:basedOn w:val="Standardnpsmoodstavce"/>
    <w:link w:val="Nadpis1"/>
    <w:rPr>
      <w:rFonts w:ascii="Arial" w:eastAsiaTheme="majorEastAsia" w:hAnsi="Arial" w:cstheme="majorBidi"/>
      <w:b/>
      <w:color w:val="00A7FF"/>
      <w:sz w:val="32"/>
      <w:szCs w:val="32"/>
    </w:rPr>
  </w:style>
  <w:style w:type="paragraph" w:styleId="Nzev">
    <w:name w:val="Title"/>
    <w:basedOn w:val="Normln"/>
    <w:next w:val="Normln"/>
    <w:link w:val="NzevChar"/>
    <w:qFormat/>
    <w:pPr>
      <w:contextualSpacing/>
    </w:pPr>
    <w:rPr>
      <w:rFonts w:eastAsiaTheme="majorEastAsia" w:cstheme="majorBidi"/>
      <w:color w:val="00A7FF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Pr>
      <w:rFonts w:ascii="Arial" w:eastAsiaTheme="majorEastAsia" w:hAnsi="Arial" w:cstheme="majorBidi"/>
      <w:color w:val="00A7FF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pPr>
      <w:numPr>
        <w:ilvl w:val="1"/>
      </w:numPr>
      <w:spacing w:after="160"/>
    </w:pPr>
    <w:rPr>
      <w:rFonts w:eastAsiaTheme="minorEastAsia" w:cstheme="minorBidi"/>
      <w:b/>
      <w:color w:val="000000" w:themeColor="text1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rPr>
      <w:rFonts w:ascii="Arial" w:eastAsiaTheme="minorEastAsia" w:hAnsi="Arial" w:cstheme="minorBidi"/>
      <w:b/>
      <w:color w:val="000000" w:themeColor="text1"/>
      <w:spacing w:val="15"/>
      <w:sz w:val="22"/>
      <w:szCs w:val="22"/>
    </w:rPr>
  </w:style>
  <w:style w:type="character" w:styleId="Zdraznn">
    <w:name w:val="Emphasis"/>
    <w:basedOn w:val="Standardnpsmoodstavce"/>
    <w:qFormat/>
    <w:rPr>
      <w:b/>
      <w:i w:val="0"/>
      <w:iCs/>
    </w:rPr>
  </w:style>
  <w:style w:type="character" w:styleId="Odkazintenzivn">
    <w:name w:val="Intense Reference"/>
    <w:basedOn w:val="Standardnpsmoodstavce"/>
    <w:uiPriority w:val="32"/>
    <w:qFormat/>
    <w:rPr>
      <w:b/>
      <w:bCs/>
      <w:smallCaps/>
      <w:color w:val="00A7FF"/>
      <w:spacing w:val="5"/>
    </w:rPr>
  </w:style>
  <w:style w:type="character" w:customStyle="1" w:styleId="Nadpis2Char">
    <w:name w:val="Nadpis 2 Char"/>
    <w:aliases w:val="PA Major Section Char,Podkapitola1 Char,V_Head2 Char,V_Head21 Char,V_Head22 Char,hlavicka Char,ASAPHeading 2 Char,h2 Char,F2 Char,F21 Char,2 Char,sub-sect Char,21 Char,sub-sect1 Char,22 Char,sub-sect2 Char,211 Char,sub-sect11 Char,T Char"/>
    <w:basedOn w:val="Standardnpsmoodstavce"/>
    <w:link w:val="Nadpis2"/>
    <w:uiPriority w:val="99"/>
    <w:rPr>
      <w:b/>
      <w:bCs/>
      <w:iCs/>
      <w:sz w:val="24"/>
      <w:szCs w:val="28"/>
    </w:rPr>
  </w:style>
  <w:style w:type="character" w:styleId="Hypertextovodkaz">
    <w:name w:val="Hyperlink"/>
    <w:uiPriority w:val="99"/>
    <w:rPr>
      <w:color w:val="0000FF"/>
      <w:u w:val="single"/>
    </w:rPr>
  </w:style>
  <w:style w:type="character" w:styleId="Odkaznakoment">
    <w:name w:val="annotation reference"/>
    <w:rPr>
      <w:sz w:val="16"/>
      <w:szCs w:val="16"/>
    </w:rPr>
  </w:style>
  <w:style w:type="paragraph" w:styleId="Textkomente">
    <w:name w:val="annotation text"/>
    <w:basedOn w:val="Normln"/>
    <w:link w:val="TextkomenteChar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</w:style>
  <w:style w:type="paragraph" w:styleId="Odstavecseseznamem">
    <w:name w:val="List Paragraph"/>
    <w:basedOn w:val="Normln"/>
    <w:link w:val="OdstavecseseznamemChar"/>
    <w:uiPriority w:val="34"/>
    <w:qFormat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qFormat/>
    <w:locked/>
    <w:rPr>
      <w:sz w:val="24"/>
      <w:szCs w:val="24"/>
    </w:rPr>
  </w:style>
  <w:style w:type="paragraph" w:customStyle="1" w:styleId="Vaharinatextodstavce">
    <w:name w:val="Vaharina_text odstavce"/>
    <w:basedOn w:val="Normln"/>
    <w:uiPriority w:val="99"/>
    <w:pPr>
      <w:spacing w:before="120" w:after="240"/>
      <w:jc w:val="both"/>
    </w:pPr>
    <w:rPr>
      <w:sz w:val="22"/>
      <w:szCs w:val="20"/>
    </w:rPr>
  </w:style>
  <w:style w:type="character" w:customStyle="1" w:styleId="Internetovodkaz">
    <w:name w:val="Internetový odkaz"/>
    <w:uiPriority w:val="99"/>
    <w:semiHidden/>
    <w:unhideWhenUsed/>
    <w:locked/>
    <w:rPr>
      <w:color w:val="0000FF"/>
      <w:u w:val="single"/>
    </w:rPr>
  </w:style>
  <w:style w:type="paragraph" w:styleId="Bezmezer">
    <w:name w:val="No Spacing"/>
    <w:uiPriority w:val="1"/>
    <w:qFormat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qFormat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Pr>
      <w:b/>
      <w:bCs/>
    </w:rPr>
  </w:style>
  <w:style w:type="paragraph" w:styleId="Textvbloku">
    <w:name w:val="Block Text"/>
    <w:basedOn w:val="Normln"/>
    <w:rsid w:val="00006AC4"/>
    <w:pPr>
      <w:spacing w:line="360" w:lineRule="auto"/>
      <w:ind w:left="360" w:right="278"/>
      <w:jc w:val="both"/>
    </w:pPr>
    <w:rPr>
      <w:rFonts w:ascii="Arial" w:hAnsi="Arial"/>
      <w:bCs/>
      <w:sz w:val="22"/>
      <w:szCs w:val="20"/>
    </w:rPr>
  </w:style>
  <w:style w:type="paragraph" w:customStyle="1" w:styleId="My1">
    <w:name w:val="My 1"/>
    <w:basedOn w:val="Normln"/>
    <w:link w:val="My1Char"/>
    <w:qFormat/>
    <w:rsid w:val="00006AC4"/>
    <w:pPr>
      <w:spacing w:after="120" w:line="264" w:lineRule="auto"/>
      <w:jc w:val="both"/>
    </w:pPr>
    <w:rPr>
      <w:rFonts w:eastAsia="Calibri"/>
      <w:lang w:eastAsia="en-US"/>
    </w:rPr>
  </w:style>
  <w:style w:type="character" w:customStyle="1" w:styleId="My1Char">
    <w:name w:val="My 1 Char"/>
    <w:link w:val="My1"/>
    <w:rsid w:val="00006AC4"/>
    <w:rPr>
      <w:rFonts w:eastAsia="Calibri"/>
      <w:sz w:val="24"/>
      <w:szCs w:val="24"/>
      <w:lang w:eastAsia="en-US"/>
    </w:rPr>
  </w:style>
  <w:style w:type="table" w:styleId="Mkatabulky">
    <w:name w:val="Table Grid"/>
    <w:basedOn w:val="Normlntabulka"/>
    <w:uiPriority w:val="39"/>
    <w:rsid w:val="00B27C6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bb">
    <w:name w:val="_db_b"/>
    <w:basedOn w:val="Standardnpsmoodstavce"/>
    <w:rsid w:val="00AC1FD3"/>
  </w:style>
  <w:style w:type="character" w:customStyle="1" w:styleId="dbx">
    <w:name w:val="_db_x"/>
    <w:basedOn w:val="Standardnpsmoodstavce"/>
    <w:rsid w:val="00AC1FD3"/>
  </w:style>
  <w:style w:type="character" w:customStyle="1" w:styleId="ayx">
    <w:name w:val="_ay_x"/>
    <w:basedOn w:val="Standardnpsmoodstavce"/>
    <w:rsid w:val="00AC1F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97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3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23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205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82710">
                          <w:marLeft w:val="15"/>
                          <w:marRight w:val="150"/>
                          <w:marTop w:val="15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943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7859566">
                                  <w:marLeft w:val="15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50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nika.ondova\Desktop\KZ-UK-hlavickovy-A4-color_2023.dotx" TargetMode="External"/></Relationships>
</file>

<file path=word/theme/theme1.xml><?xml version="1.0" encoding="utf-8"?>
<a:theme xmlns:a="http://schemas.openxmlformats.org/drawingml/2006/main" name="Office Theme">
  <a:themeElements>
    <a:clrScheme name="Vlastní 3">
      <a:dk1>
        <a:srgbClr val="000000"/>
      </a:dk1>
      <a:lt1>
        <a:sysClr val="window" lastClr="FFFFFF"/>
      </a:lt1>
      <a:dk2>
        <a:srgbClr val="00A7FF"/>
      </a:dk2>
      <a:lt2>
        <a:srgbClr val="A5A5A5"/>
      </a:lt2>
      <a:accent1>
        <a:srgbClr val="00A7FF"/>
      </a:accent1>
      <a:accent2>
        <a:srgbClr val="A5A5A5"/>
      </a:accent2>
      <a:accent3>
        <a:srgbClr val="FFC000"/>
      </a:accent3>
      <a:accent4>
        <a:srgbClr val="FF0000"/>
      </a:accent4>
      <a:accent5>
        <a:srgbClr val="0563C1"/>
      </a:accent5>
      <a:accent6>
        <a:srgbClr val="70AD47"/>
      </a:accent6>
      <a:hlink>
        <a:srgbClr val="0563C1"/>
      </a:hlink>
      <a:folHlink>
        <a:srgbClr val="00A7FF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B9BB8-2BAB-4304-8458-04DE28169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KZ-UK-hlavickovy-A4-color_2023</Template>
  <TotalTime>14</TotalTime>
  <Pages>2</Pages>
  <Words>266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Ondová Monika</dc:creator>
  <cp:keywords/>
  <cp:lastModifiedBy>Lacinová Lenka</cp:lastModifiedBy>
  <cp:revision>10</cp:revision>
  <dcterms:created xsi:type="dcterms:W3CDTF">2024-08-27T21:40:00Z</dcterms:created>
  <dcterms:modified xsi:type="dcterms:W3CDTF">2025-02-04T08:25:00Z</dcterms:modified>
</cp:coreProperties>
</file>