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7247C2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bookmarkStart w:id="0" w:name="_GoBack"/>
      <w:r w:rsidRPr="007247C2">
        <w:rPr>
          <w:rFonts w:ascii="Times New Roman" w:eastAsia="Times New Roman" w:hAnsi="Times New Roman" w:cs="Times New Roman"/>
          <w:lang w:eastAsia="cs-CZ"/>
        </w:rPr>
        <w:t>Příloha č. 1</w:t>
      </w:r>
      <w:r w:rsidR="007247C2">
        <w:rPr>
          <w:rFonts w:ascii="Times New Roman" w:eastAsia="Times New Roman" w:hAnsi="Times New Roman" w:cs="Times New Roman"/>
          <w:lang w:eastAsia="cs-CZ"/>
        </w:rPr>
        <w:t xml:space="preserve"> pro část 1</w:t>
      </w:r>
    </w:p>
    <w:p w:rsidR="00EC66AE" w:rsidRPr="007247C2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247C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p w:rsidR="00EC66AE" w:rsidRPr="007247C2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5948"/>
      </w:tblGrid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04" w:rsidRPr="00132504" w:rsidRDefault="00132504" w:rsidP="00132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bookmarkStart w:id="1" w:name="_Toc461006498"/>
            <w:r w:rsidRPr="00132504">
              <w:rPr>
                <w:rFonts w:ascii="Times New Roman" w:eastAsia="Times New Roman" w:hAnsi="Times New Roman" w:cs="Times New Roman"/>
                <w:b/>
                <w:lang w:eastAsia="cs-CZ"/>
              </w:rPr>
              <w:t>Dodávka zdravotnických přístrojů – 2016</w:t>
            </w:r>
          </w:p>
          <w:p w:rsidR="007247C2" w:rsidRPr="007247C2" w:rsidRDefault="007247C2" w:rsidP="001325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Část 1 - Laparoskopická věž pro gynekologicko-porodnické oddělení Krajské zdravotní, a.s. – Nemocnice Děčín, </w:t>
            </w:r>
            <w:proofErr w:type="spellStart"/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o.z</w:t>
            </w:r>
            <w:proofErr w:type="spell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bookmarkEnd w:id="1"/>
            <w:proofErr w:type="gramEnd"/>
          </w:p>
          <w:p w:rsidR="00EC66AE" w:rsidRPr="00132504" w:rsidRDefault="00EC66AE" w:rsidP="001325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3F35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Ing. </w:t>
            </w:r>
            <w:r w:rsidR="003F3512" w:rsidRPr="007247C2">
              <w:rPr>
                <w:rFonts w:ascii="Times New Roman" w:eastAsia="Times New Roman" w:hAnsi="Times New Roman" w:cs="Times New Roman"/>
                <w:lang w:eastAsia="cs-CZ"/>
              </w:rPr>
              <w:t>Petr Fiala</w:t>
            </w: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, </w:t>
            </w:r>
            <w:r w:rsidR="003F3512"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generální </w:t>
            </w: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ředitel společnosti</w:t>
            </w: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535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Osoba oprávněná jednat jménem </w:t>
            </w:r>
            <w:r w:rsidR="00535BB4" w:rsidRPr="007247C2">
              <w:rPr>
                <w:rFonts w:ascii="Times New Roman" w:eastAsia="Times New Roman" w:hAnsi="Times New Roman" w:cs="Times New Roman"/>
                <w:lang w:eastAsia="cs-CZ"/>
              </w:rPr>
              <w:t>uchazeče: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  <w:r w:rsidR="00141F95"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odpovědná za zpracování nabídky</w:t>
            </w:r>
          </w:p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15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21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247C2" w:rsidTr="006B228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AE" w:rsidRPr="007247C2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EC66AE" w:rsidRPr="007247C2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40"/>
        <w:gridCol w:w="3822"/>
      </w:tblGrid>
      <w:tr w:rsidR="007247C2" w:rsidRPr="007247C2" w:rsidTr="007247C2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4D2546" w:rsidRDefault="007247C2" w:rsidP="007247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hAnsi="Times New Roman"/>
              </w:rPr>
              <w:t xml:space="preserve">Velikost LCD </w:t>
            </w:r>
            <w:proofErr w:type="gramStart"/>
            <w:r w:rsidRPr="004D2546">
              <w:rPr>
                <w:rFonts w:ascii="Times New Roman" w:hAnsi="Times New Roman"/>
              </w:rPr>
              <w:t xml:space="preserve">monitoru (v ¨) </w:t>
            </w:r>
            <w:r w:rsidRPr="004D2546">
              <w:rPr>
                <w:rFonts w:ascii="Times New Roman" w:hAnsi="Times New Roman"/>
                <w:i/>
              </w:rPr>
              <w:t>(maximální</w:t>
            </w:r>
            <w:proofErr w:type="gramEnd"/>
            <w:r w:rsidRPr="004D2546">
              <w:rPr>
                <w:rFonts w:ascii="Times New Roman" w:hAnsi="Times New Roman"/>
                <w:i/>
              </w:rPr>
              <w:t xml:space="preserve">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7247C2" w:rsidRDefault="007247C2" w:rsidP="0072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D2546">
              <w:rPr>
                <w:rFonts w:ascii="Times New Roman" w:hAnsi="Times New Roman"/>
              </w:rPr>
              <w:t xml:space="preserve"> ¨</w:t>
            </w:r>
          </w:p>
        </w:tc>
      </w:tr>
      <w:tr w:rsidR="007247C2" w:rsidRPr="007247C2" w:rsidTr="007247C2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4D2546" w:rsidRDefault="007247C2" w:rsidP="007247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hAnsi="Times New Roman"/>
              </w:rPr>
              <w:t>Průtok plynu v </w:t>
            </w:r>
            <w:proofErr w:type="spellStart"/>
            <w:r w:rsidRPr="004D2546">
              <w:rPr>
                <w:rFonts w:ascii="Times New Roman" w:hAnsi="Times New Roman"/>
              </w:rPr>
              <w:t>insuflátoru</w:t>
            </w:r>
            <w:proofErr w:type="spellEnd"/>
            <w:r w:rsidRPr="004D2546">
              <w:rPr>
                <w:rFonts w:ascii="Times New Roman" w:hAnsi="Times New Roman"/>
              </w:rPr>
              <w:t xml:space="preserve"> ( </w:t>
            </w:r>
            <w:proofErr w:type="gramStart"/>
            <w:r w:rsidRPr="004D2546">
              <w:rPr>
                <w:rFonts w:ascii="Times New Roman" w:hAnsi="Times New Roman"/>
              </w:rPr>
              <w:t xml:space="preserve">l/min) </w:t>
            </w:r>
            <w:r w:rsidRPr="004D2546">
              <w:rPr>
                <w:rFonts w:ascii="Times New Roman" w:hAnsi="Times New Roman"/>
                <w:i/>
              </w:rPr>
              <w:t>(maximální</w:t>
            </w:r>
            <w:proofErr w:type="gramEnd"/>
            <w:r w:rsidRPr="004D2546">
              <w:rPr>
                <w:rFonts w:ascii="Times New Roman" w:hAnsi="Times New Roman"/>
                <w:i/>
              </w:rPr>
              <w:t xml:space="preserve">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7247C2" w:rsidRDefault="007247C2" w:rsidP="0072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D2546">
              <w:rPr>
                <w:rFonts w:ascii="Times New Roman" w:hAnsi="Times New Roman"/>
              </w:rPr>
              <w:t>l/min</w:t>
            </w:r>
          </w:p>
        </w:tc>
      </w:tr>
      <w:tr w:rsidR="007247C2" w:rsidRPr="007247C2" w:rsidTr="007247C2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4D2546" w:rsidRDefault="007247C2" w:rsidP="007247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hAnsi="Times New Roman"/>
              </w:rPr>
              <w:t>Výkon elektrochirurgického generátoru (</w:t>
            </w:r>
            <w:proofErr w:type="gramStart"/>
            <w:r w:rsidRPr="004D2546">
              <w:rPr>
                <w:rFonts w:ascii="Times New Roman" w:hAnsi="Times New Roman"/>
              </w:rPr>
              <w:t xml:space="preserve">ve W) </w:t>
            </w:r>
            <w:r w:rsidRPr="004D2546">
              <w:rPr>
                <w:rFonts w:ascii="Times New Roman" w:hAnsi="Times New Roman"/>
                <w:i/>
              </w:rPr>
              <w:t>(maximální</w:t>
            </w:r>
            <w:proofErr w:type="gramEnd"/>
            <w:r w:rsidRPr="004D2546">
              <w:rPr>
                <w:rFonts w:ascii="Times New Roman" w:hAnsi="Times New Roman"/>
                <w:i/>
              </w:rPr>
              <w:t xml:space="preserve">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7247C2" w:rsidRDefault="007247C2" w:rsidP="0072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D2546">
              <w:rPr>
                <w:rFonts w:ascii="Times New Roman" w:hAnsi="Times New Roman"/>
              </w:rPr>
              <w:t>W</w:t>
            </w:r>
          </w:p>
        </w:tc>
      </w:tr>
      <w:tr w:rsidR="007247C2" w:rsidRPr="007247C2" w:rsidTr="007247C2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4D2546" w:rsidRDefault="007247C2" w:rsidP="007247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hAnsi="Times New Roman"/>
              </w:rPr>
              <w:t>Odsávací výkon odsávačky (</w:t>
            </w:r>
            <w:proofErr w:type="gramStart"/>
            <w:r w:rsidRPr="004D2546">
              <w:rPr>
                <w:rFonts w:ascii="Times New Roman" w:hAnsi="Times New Roman"/>
              </w:rPr>
              <w:t xml:space="preserve">l/min) </w:t>
            </w:r>
            <w:r w:rsidRPr="004D2546">
              <w:rPr>
                <w:rFonts w:ascii="Times New Roman" w:hAnsi="Times New Roman"/>
                <w:i/>
              </w:rPr>
              <w:t>(maximální</w:t>
            </w:r>
            <w:proofErr w:type="gramEnd"/>
            <w:r w:rsidRPr="004D2546">
              <w:rPr>
                <w:rFonts w:ascii="Times New Roman" w:hAnsi="Times New Roman"/>
                <w:i/>
              </w:rPr>
              <w:t xml:space="preserve">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C2" w:rsidRPr="007247C2" w:rsidRDefault="007247C2" w:rsidP="0072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D2546">
              <w:rPr>
                <w:rFonts w:ascii="Times New Roman" w:hAnsi="Times New Roman"/>
              </w:rPr>
              <w:t>l/min</w:t>
            </w:r>
          </w:p>
        </w:tc>
      </w:tr>
    </w:tbl>
    <w:p w:rsidR="00EC66AE" w:rsidRPr="007247C2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V _______________</w:t>
      </w: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EC66AE" w:rsidRPr="007247C2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Podpis:</w:t>
      </w:r>
      <w:r w:rsidRPr="007247C2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EC66AE" w:rsidRPr="007247C2" w:rsidRDefault="00EC66AE" w:rsidP="00EC66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247C2">
        <w:rPr>
          <w:rFonts w:ascii="Times New Roman" w:eastAsia="Times New Roman" w:hAnsi="Times New Roman" w:cs="Times New Roman"/>
          <w:lang w:eastAsia="cs-CZ"/>
        </w:rPr>
        <w:t>o</w:t>
      </w:r>
      <w:r w:rsidRPr="007247C2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  <w:bookmarkEnd w:id="0"/>
    </w:p>
    <w:sectPr w:rsidR="00EC66AE" w:rsidRPr="007247C2" w:rsidSect="00C37E90">
      <w:headerReference w:type="default" r:id="rId6"/>
      <w:footerReference w:type="default" r:id="rId7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2D7" w:rsidRDefault="005F02D7">
      <w:pPr>
        <w:spacing w:after="0" w:line="240" w:lineRule="auto"/>
      </w:pPr>
      <w:r>
        <w:separator/>
      </w:r>
    </w:p>
  </w:endnote>
  <w:endnote w:type="continuationSeparator" w:id="0">
    <w:p w:rsidR="005F02D7" w:rsidRDefault="005F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454914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AC5262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AC5262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5F02D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5F02D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2D7" w:rsidRDefault="005F02D7">
      <w:pPr>
        <w:spacing w:after="0" w:line="240" w:lineRule="auto"/>
      </w:pPr>
      <w:r>
        <w:separator/>
      </w:r>
    </w:p>
  </w:footnote>
  <w:footnote w:type="continuationSeparator" w:id="0">
    <w:p w:rsidR="005F02D7" w:rsidRDefault="005F0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454914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13671B" wp14:editId="1D67678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C2"/>
    <w:rsid w:val="00132504"/>
    <w:rsid w:val="00141F95"/>
    <w:rsid w:val="00281B94"/>
    <w:rsid w:val="003F3512"/>
    <w:rsid w:val="00454914"/>
    <w:rsid w:val="00535BB4"/>
    <w:rsid w:val="005F02D7"/>
    <w:rsid w:val="006B228E"/>
    <w:rsid w:val="006D0552"/>
    <w:rsid w:val="00705D22"/>
    <w:rsid w:val="007247C2"/>
    <w:rsid w:val="007D768B"/>
    <w:rsid w:val="00942343"/>
    <w:rsid w:val="009D7F1C"/>
    <w:rsid w:val="00AC5262"/>
    <w:rsid w:val="00B11D4D"/>
    <w:rsid w:val="00E73CAD"/>
    <w:rsid w:val="00EC66AE"/>
    <w:rsid w:val="00F04F69"/>
    <w:rsid w:val="00F10524"/>
    <w:rsid w:val="00FC1921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1E7E9-FB94-4491-9EA1-19112D6F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247C2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247C2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bynek.tichy\Desktop\1029\kryc&#237;%20list%20p&#345;&#237;loha%20&#269;.%201%20new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 new.dotx</Template>
  <TotalTime>6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2016-09-16T06:50:00Z</dcterms:created>
  <dcterms:modified xsi:type="dcterms:W3CDTF">2016-09-16T07:20:00Z</dcterms:modified>
</cp:coreProperties>
</file>