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D77A34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Dodávka parních sterilizátorů pro Krajskou zdravotní a.s., Nemocnice Most, </w:t>
            </w:r>
            <w:proofErr w:type="spellStart"/>
            <w:proofErr w:type="gramStart"/>
            <w:r w:rsidRPr="00D77A34">
              <w:rPr>
                <w:rFonts w:ascii="Times New Roman" w:hAnsi="Times New Roman" w:cs="Times New Roman"/>
                <w:b/>
                <w:sz w:val="24"/>
                <w:szCs w:val="24"/>
              </w:rPr>
              <w:t>o.z</w:t>
            </w:r>
            <w:proofErr w:type="spellEnd"/>
            <w:r w:rsidRPr="00D77A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bookmarkStart w:id="0" w:name="_GoBack"/>
            <w:bookmarkEnd w:id="0"/>
            <w:proofErr w:type="gramEnd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EBC" w:rsidRDefault="00A10EBC">
      <w:pPr>
        <w:spacing w:after="0" w:line="240" w:lineRule="auto"/>
      </w:pPr>
      <w:r>
        <w:separator/>
      </w:r>
    </w:p>
  </w:endnote>
  <w:endnote w:type="continuationSeparator" w:id="0">
    <w:p w:rsidR="00A10EBC" w:rsidRDefault="00A1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D77A34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D77A34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A10EB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A10EB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EBC" w:rsidRDefault="00A10EBC">
      <w:pPr>
        <w:spacing w:after="0" w:line="240" w:lineRule="auto"/>
      </w:pPr>
      <w:r>
        <w:separator/>
      </w:r>
    </w:p>
  </w:footnote>
  <w:footnote w:type="continuationSeparator" w:id="0">
    <w:p w:rsidR="00A10EBC" w:rsidRDefault="00A10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604EB0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3B8B0C" wp14:editId="13524BF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161597"/>
    <w:rsid w:val="0022556F"/>
    <w:rsid w:val="00285926"/>
    <w:rsid w:val="002A1EFB"/>
    <w:rsid w:val="002E4EAC"/>
    <w:rsid w:val="003175C6"/>
    <w:rsid w:val="00341A22"/>
    <w:rsid w:val="00371B0B"/>
    <w:rsid w:val="003935E9"/>
    <w:rsid w:val="003F3512"/>
    <w:rsid w:val="00454914"/>
    <w:rsid w:val="004D68C3"/>
    <w:rsid w:val="00523666"/>
    <w:rsid w:val="00535BB4"/>
    <w:rsid w:val="005F3686"/>
    <w:rsid w:val="00604EB0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10EBC"/>
    <w:rsid w:val="00A2055E"/>
    <w:rsid w:val="00A70176"/>
    <w:rsid w:val="00B11D4D"/>
    <w:rsid w:val="00B17FB8"/>
    <w:rsid w:val="00B77CC3"/>
    <w:rsid w:val="00C95C63"/>
    <w:rsid w:val="00D05EF5"/>
    <w:rsid w:val="00D23C19"/>
    <w:rsid w:val="00D77A34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2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6</cp:revision>
  <dcterms:created xsi:type="dcterms:W3CDTF">2017-11-24T12:43:00Z</dcterms:created>
  <dcterms:modified xsi:type="dcterms:W3CDTF">2018-09-26T11:20:00Z</dcterms:modified>
</cp:coreProperties>
</file>