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A3AFA" w:rsidRDefault="00CA3AFA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CA3AFA">
        <w:rPr>
          <w:rFonts w:ascii="Times New Roman" w:hAnsi="Times New Roman"/>
          <w:b/>
          <w:sz w:val="22"/>
          <w:szCs w:val="22"/>
        </w:rPr>
        <w:t>Defibrilátor s vnitřními elektrodami</w:t>
      </w:r>
    </w:p>
    <w:p w:rsidR="00CA3AFA" w:rsidRDefault="00CA3AFA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4E0" w:rsidRDefault="000F14E0">
      <w:r>
        <w:separator/>
      </w:r>
    </w:p>
  </w:endnote>
  <w:endnote w:type="continuationSeparator" w:id="0">
    <w:p w:rsidR="000F14E0" w:rsidRDefault="000F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87471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87471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4E0" w:rsidRDefault="000F14E0">
      <w:r>
        <w:separator/>
      </w:r>
    </w:p>
  </w:footnote>
  <w:footnote w:type="continuationSeparator" w:id="0">
    <w:p w:rsidR="000F14E0" w:rsidRDefault="000F14E0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287471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111F83" wp14:editId="1BF2B4D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0F14E0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28747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576A0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A3AFA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47C40-8064-47C6-BF7C-0586549C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2018-01-30T08:17:00Z</dcterms:modified>
</cp:coreProperties>
</file>