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6AE" w:rsidRPr="002A1EFB" w:rsidRDefault="00EC66AE" w:rsidP="00EC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>Příloha č. 1</w:t>
      </w:r>
      <w:bookmarkStart w:id="0" w:name="_GoBack"/>
      <w:bookmarkEnd w:id="0"/>
    </w:p>
    <w:p w:rsidR="00EC66AE" w:rsidRPr="002A1EFB" w:rsidRDefault="00EC66AE" w:rsidP="00EC66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2A1EF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Krycí list</w:t>
      </w:r>
    </w:p>
    <w:tbl>
      <w:tblPr>
        <w:tblW w:w="92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1"/>
      </w:tblGrid>
      <w:tr w:rsidR="00EC66AE" w:rsidRPr="002A1EFB" w:rsidTr="00F45AB8">
        <w:trPr>
          <w:trHeight w:val="221"/>
        </w:trPr>
        <w:tc>
          <w:tcPr>
            <w:tcW w:w="5983" w:type="dxa"/>
          </w:tcPr>
          <w:p w:rsidR="00EC66AE" w:rsidRPr="002A1EFB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C66AE" w:rsidRPr="002A1EFB" w:rsidTr="00F45AB8">
        <w:trPr>
          <w:trHeight w:val="219"/>
        </w:trPr>
        <w:tc>
          <w:tcPr>
            <w:tcW w:w="5983" w:type="dxa"/>
          </w:tcPr>
          <w:p w:rsidR="00EC66AE" w:rsidRPr="002A1EFB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:rsidR="00EC66AE" w:rsidRPr="002A1EFB" w:rsidRDefault="00EC66AE" w:rsidP="00EC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90"/>
        <w:gridCol w:w="5882"/>
      </w:tblGrid>
      <w:tr w:rsidR="003175C6" w:rsidRPr="002A1EFB" w:rsidTr="003175C6">
        <w:trPr>
          <w:trHeight w:val="283"/>
        </w:trPr>
        <w:tc>
          <w:tcPr>
            <w:tcW w:w="3190" w:type="dxa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Název veřejné zakázky</w:t>
            </w:r>
          </w:p>
        </w:tc>
        <w:tc>
          <w:tcPr>
            <w:tcW w:w="5882" w:type="dxa"/>
          </w:tcPr>
          <w:p w:rsidR="003175C6" w:rsidRPr="002A1EFB" w:rsidRDefault="002F4881" w:rsidP="003175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4881">
              <w:rPr>
                <w:rFonts w:ascii="Times New Roman" w:hAnsi="Times New Roman" w:cs="Times New Roman"/>
                <w:b/>
                <w:sz w:val="24"/>
                <w:szCs w:val="24"/>
              </w:rPr>
              <w:t>Echokardiografický přístroj</w:t>
            </w: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Identifikace zadavatele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Název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Krajská zdravotní, a.s.</w:t>
            </w: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Sídlo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Sociální péče 3316/12A, 401 13  Ústí nad Labem, </w:t>
            </w:r>
            <w:r w:rsidRPr="002A1EFB">
              <w:rPr>
                <w:rFonts w:ascii="Times New Roman" w:hAnsi="Times New Roman" w:cs="Times New Roman"/>
                <w:sz w:val="24"/>
                <w:szCs w:val="24"/>
              </w:rPr>
              <w:t>společnost zapsaná v obchodním rejstříku vedeném Krajským soudem v Ústí nad Labem pod spisovou značkou B 1550</w:t>
            </w:r>
          </w:p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IČO/DIČ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25488627/CZ25488627</w:t>
            </w: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Osoba oprávněná jednat jménem zadavatele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7F5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Ing. Petr Fiala, generální ředitel</w:t>
            </w: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Identifikace uchazeče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Název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Sídlo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IČ/DIČ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Osoba oprávněná jednat jménem uchazeče: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Kontaktní osoba</w:t>
            </w:r>
          </w:p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telefon, e-mail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Nabídková cena za celé plnění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Cena celkem bez DPH (v Kč)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DPH 15 % (v Kč)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DPH 21 % (v Kč)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Cena celkem včetně DPH (v Kč)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:rsidR="00EC66AE" w:rsidRPr="002A1EFB" w:rsidRDefault="00EC66AE" w:rsidP="00EC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C66AE" w:rsidRPr="002A1EFB" w:rsidRDefault="00EC66AE" w:rsidP="00EC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F12CB" w:rsidRPr="002A1EFB" w:rsidRDefault="007F12CB" w:rsidP="00EC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C66AE" w:rsidRPr="002A1EFB" w:rsidRDefault="00EC66AE" w:rsidP="00EC66A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>V _______________</w:t>
      </w: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dne _______________</w:t>
      </w:r>
    </w:p>
    <w:p w:rsidR="00EC66AE" w:rsidRPr="002A1EFB" w:rsidRDefault="00EC66AE" w:rsidP="00EC66A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C66AE" w:rsidRPr="002A1EFB" w:rsidRDefault="00EC66AE" w:rsidP="00EC66A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>Podpis:</w:t>
      </w: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______________________________________________________________</w:t>
      </w:r>
    </w:p>
    <w:p w:rsidR="00FD3459" w:rsidRPr="002A1EFB" w:rsidRDefault="00EC66AE" w:rsidP="002A1E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2A1EFB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titul, jméno, příjmení, funkce, razítko </w:t>
      </w: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>o</w:t>
      </w:r>
      <w:r w:rsidRPr="002A1EFB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právněné osoby jednat jménem uchazeče</w:t>
      </w:r>
    </w:p>
    <w:sectPr w:rsidR="00FD3459" w:rsidRPr="002A1EFB" w:rsidSect="007A1DE9">
      <w:headerReference w:type="default" r:id="rId6"/>
      <w:footerReference w:type="default" r:id="rId7"/>
      <w:pgSz w:w="11906" w:h="16838"/>
      <w:pgMar w:top="2410" w:right="1558" w:bottom="1418" w:left="1276" w:header="709" w:footer="2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7207" w:rsidRDefault="00577207">
      <w:pPr>
        <w:spacing w:after="0" w:line="240" w:lineRule="auto"/>
      </w:pPr>
      <w:r>
        <w:separator/>
      </w:r>
    </w:p>
  </w:endnote>
  <w:endnote w:type="continuationSeparator" w:id="0">
    <w:p w:rsidR="00577207" w:rsidRDefault="005772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CE">
    <w:altName w:val="Segoe UI"/>
    <w:charset w:val="EE"/>
    <w:family w:val="auto"/>
    <w:pitch w:val="variable"/>
    <w:sig w:usb0="00000001" w:usb1="50000048" w:usb2="00000000" w:usb3="00000000" w:csb0="0000011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3666" w:rsidRPr="008B27D3" w:rsidRDefault="00523666" w:rsidP="00523666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  <w:r w:rsidRPr="008B27D3">
      <w:rPr>
        <w:rFonts w:ascii="MetaCE" w:hAnsi="MetaCE"/>
        <w:sz w:val="14"/>
        <w:szCs w:val="14"/>
      </w:rPr>
      <w:t xml:space="preserve">Strana </w:t>
    </w:r>
    <w:r w:rsidRPr="008B27D3">
      <w:rPr>
        <w:rFonts w:ascii="MetaCE" w:hAnsi="MetaCE"/>
        <w:sz w:val="14"/>
        <w:szCs w:val="14"/>
      </w:rPr>
      <w:fldChar w:fldCharType="begin"/>
    </w:r>
    <w:r w:rsidRPr="008B27D3">
      <w:rPr>
        <w:rFonts w:ascii="MetaCE" w:hAnsi="MetaCE"/>
        <w:sz w:val="14"/>
        <w:szCs w:val="14"/>
      </w:rPr>
      <w:instrText xml:space="preserve"> PAGE </w:instrText>
    </w:r>
    <w:r w:rsidRPr="008B27D3">
      <w:rPr>
        <w:rFonts w:ascii="MetaCE" w:hAnsi="MetaCE"/>
        <w:sz w:val="14"/>
        <w:szCs w:val="14"/>
      </w:rPr>
      <w:fldChar w:fldCharType="separate"/>
    </w:r>
    <w:r w:rsidR="00AF73B3">
      <w:rPr>
        <w:rFonts w:ascii="MetaCE" w:hAnsi="MetaCE"/>
        <w:noProof/>
        <w:sz w:val="14"/>
        <w:szCs w:val="14"/>
      </w:rPr>
      <w:t>1</w:t>
    </w:r>
    <w:r w:rsidRPr="008B27D3">
      <w:rPr>
        <w:rFonts w:ascii="MetaCE" w:hAnsi="MetaCE"/>
        <w:sz w:val="14"/>
        <w:szCs w:val="14"/>
      </w:rPr>
      <w:fldChar w:fldCharType="end"/>
    </w:r>
    <w:r w:rsidRPr="008B27D3">
      <w:rPr>
        <w:rFonts w:ascii="MetaCE" w:hAnsi="MetaCE"/>
        <w:sz w:val="14"/>
        <w:szCs w:val="14"/>
      </w:rPr>
      <w:t xml:space="preserve"> (celkem </w:t>
    </w:r>
    <w:r w:rsidRPr="008B27D3">
      <w:rPr>
        <w:rFonts w:ascii="MetaCE" w:hAnsi="MetaCE"/>
        <w:sz w:val="14"/>
        <w:szCs w:val="14"/>
      </w:rPr>
      <w:fldChar w:fldCharType="begin"/>
    </w:r>
    <w:r w:rsidRPr="008B27D3">
      <w:rPr>
        <w:rFonts w:ascii="MetaCE" w:hAnsi="MetaCE"/>
        <w:sz w:val="14"/>
        <w:szCs w:val="14"/>
      </w:rPr>
      <w:instrText xml:space="preserve"> NUMPAGES </w:instrText>
    </w:r>
    <w:r w:rsidRPr="008B27D3">
      <w:rPr>
        <w:rFonts w:ascii="MetaCE" w:hAnsi="MetaCE"/>
        <w:sz w:val="14"/>
        <w:szCs w:val="14"/>
      </w:rPr>
      <w:fldChar w:fldCharType="separate"/>
    </w:r>
    <w:r w:rsidR="00AF73B3">
      <w:rPr>
        <w:rFonts w:ascii="MetaCE" w:hAnsi="MetaCE"/>
        <w:noProof/>
        <w:sz w:val="14"/>
        <w:szCs w:val="14"/>
      </w:rPr>
      <w:t>1</w:t>
    </w:r>
    <w:r w:rsidRPr="008B27D3">
      <w:rPr>
        <w:rFonts w:ascii="MetaCE" w:hAnsi="MetaCE"/>
        <w:sz w:val="14"/>
        <w:szCs w:val="14"/>
      </w:rPr>
      <w:fldChar w:fldCharType="end"/>
    </w:r>
    <w:r w:rsidRPr="008B27D3">
      <w:rPr>
        <w:rFonts w:ascii="MetaCE" w:hAnsi="MetaCE"/>
        <w:sz w:val="14"/>
        <w:szCs w:val="14"/>
      </w:rPr>
      <w:t>)</w:t>
    </w:r>
  </w:p>
  <w:p w:rsidR="00077CE4" w:rsidRPr="00827DAE" w:rsidRDefault="00577207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077CE4" w:rsidRPr="00827DAE" w:rsidRDefault="00577207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7207" w:rsidRDefault="00577207">
      <w:pPr>
        <w:spacing w:after="0" w:line="240" w:lineRule="auto"/>
      </w:pPr>
      <w:r>
        <w:separator/>
      </w:r>
    </w:p>
  </w:footnote>
  <w:footnote w:type="continuationSeparator" w:id="0">
    <w:p w:rsidR="00577207" w:rsidRDefault="005772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807" w:rsidRPr="007F57EE" w:rsidRDefault="00AF73B3" w:rsidP="007F57EE">
    <w:pPr>
      <w:pStyle w:val="Zhlav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805D684" wp14:editId="7303719F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1143" cy="10686637"/>
          <wp:effectExtent l="0" t="0" r="0" b="0"/>
          <wp:wrapNone/>
          <wp:docPr id="1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dopisni_papir4_100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1143" cy="106866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2CB"/>
    <w:rsid w:val="00067E63"/>
    <w:rsid w:val="000A0718"/>
    <w:rsid w:val="000D4FAB"/>
    <w:rsid w:val="00101B76"/>
    <w:rsid w:val="0022556F"/>
    <w:rsid w:val="00285926"/>
    <w:rsid w:val="002A1EFB"/>
    <w:rsid w:val="002E4EAC"/>
    <w:rsid w:val="002F4881"/>
    <w:rsid w:val="003175C6"/>
    <w:rsid w:val="00341A22"/>
    <w:rsid w:val="003935E9"/>
    <w:rsid w:val="003F3512"/>
    <w:rsid w:val="00454914"/>
    <w:rsid w:val="004D68C3"/>
    <w:rsid w:val="00523666"/>
    <w:rsid w:val="00535BB4"/>
    <w:rsid w:val="00577207"/>
    <w:rsid w:val="005F3686"/>
    <w:rsid w:val="00637E59"/>
    <w:rsid w:val="006625C2"/>
    <w:rsid w:val="00691187"/>
    <w:rsid w:val="006D0552"/>
    <w:rsid w:val="00705D22"/>
    <w:rsid w:val="00720DD4"/>
    <w:rsid w:val="00734E4B"/>
    <w:rsid w:val="00741102"/>
    <w:rsid w:val="007A1DE9"/>
    <w:rsid w:val="007F12CB"/>
    <w:rsid w:val="007F56F5"/>
    <w:rsid w:val="007F57EE"/>
    <w:rsid w:val="00825379"/>
    <w:rsid w:val="00834D04"/>
    <w:rsid w:val="008F5826"/>
    <w:rsid w:val="00942343"/>
    <w:rsid w:val="00943EC2"/>
    <w:rsid w:val="00961073"/>
    <w:rsid w:val="00993DF8"/>
    <w:rsid w:val="009D7F1C"/>
    <w:rsid w:val="00A2055E"/>
    <w:rsid w:val="00A70176"/>
    <w:rsid w:val="00AF73B3"/>
    <w:rsid w:val="00B11D4D"/>
    <w:rsid w:val="00B77CC3"/>
    <w:rsid w:val="00C95C63"/>
    <w:rsid w:val="00D05EF5"/>
    <w:rsid w:val="00D23C19"/>
    <w:rsid w:val="00E13662"/>
    <w:rsid w:val="00E32607"/>
    <w:rsid w:val="00E73CAD"/>
    <w:rsid w:val="00E8497E"/>
    <w:rsid w:val="00EC66AE"/>
    <w:rsid w:val="00F10524"/>
    <w:rsid w:val="00F13807"/>
    <w:rsid w:val="00F458B9"/>
    <w:rsid w:val="00F63DEB"/>
    <w:rsid w:val="00FB01BE"/>
    <w:rsid w:val="00FD0395"/>
    <w:rsid w:val="00FD3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62E27A2-A4E5-4027-BAE9-970AF316B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C66AE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EC66AE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C66AE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C66AE"/>
    <w:rPr>
      <w:rFonts w:ascii="Arial" w:eastAsia="Times New Roman" w:hAnsi="Arial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236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36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zakovad\Documents\OVZ\&#352;ABLONY\&#353;ablony%20ZD_Zbyn&#283;k\kryc&#237;%20list%20p&#345;&#237;loha%20&#269;.%201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krycí list příloha č. 1</Template>
  <TotalTime>1</TotalTime>
  <Pages>1</Pages>
  <Words>125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Kozáková Dana</dc:creator>
  <cp:lastModifiedBy>Sedlák Marek</cp:lastModifiedBy>
  <cp:revision>5</cp:revision>
  <dcterms:created xsi:type="dcterms:W3CDTF">2017-11-24T12:43:00Z</dcterms:created>
  <dcterms:modified xsi:type="dcterms:W3CDTF">2018-01-30T08:03:00Z</dcterms:modified>
</cp:coreProperties>
</file>