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90C3C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90C3C">
        <w:rPr>
          <w:rFonts w:ascii="Times New Roman" w:hAnsi="Times New Roman"/>
          <w:sz w:val="24"/>
          <w:szCs w:val="24"/>
        </w:rPr>
        <w:t xml:space="preserve">Příloha č. 3 Technická specifikace a </w:t>
      </w:r>
      <w:r w:rsidR="002C5532">
        <w:rPr>
          <w:rFonts w:ascii="Times New Roman" w:hAnsi="Times New Roman"/>
          <w:sz w:val="24"/>
          <w:szCs w:val="24"/>
        </w:rPr>
        <w:t>v</w:t>
      </w:r>
      <w:bookmarkStart w:id="0" w:name="_GoBack"/>
      <w:bookmarkEnd w:id="0"/>
      <w:r w:rsidRPr="00C90C3C">
        <w:rPr>
          <w:rFonts w:ascii="Times New Roman" w:hAnsi="Times New Roman"/>
          <w:sz w:val="24"/>
          <w:szCs w:val="24"/>
        </w:rPr>
        <w:t>erifikační tabulka</w:t>
      </w:r>
      <w:r w:rsidR="00820096" w:rsidRPr="00C90C3C">
        <w:rPr>
          <w:rFonts w:ascii="Times New Roman" w:hAnsi="Times New Roman"/>
          <w:sz w:val="24"/>
          <w:szCs w:val="24"/>
        </w:rPr>
        <w:t xml:space="preserve"> </w:t>
      </w:r>
    </w:p>
    <w:p w:rsidR="00AD4669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90C3C">
        <w:rPr>
          <w:rFonts w:ascii="Times New Roman" w:hAnsi="Times New Roman"/>
          <w:b/>
          <w:sz w:val="24"/>
        </w:rPr>
        <w:t>„</w:t>
      </w:r>
      <w:r w:rsidR="003A5B45" w:rsidRPr="003A5B45">
        <w:rPr>
          <w:rFonts w:ascii="Times New Roman" w:hAnsi="Times New Roman"/>
          <w:b/>
          <w:sz w:val="24"/>
        </w:rPr>
        <w:t>Monitory životních funkcí vč. centrály</w:t>
      </w:r>
      <w:r w:rsidRPr="00C90C3C">
        <w:rPr>
          <w:rFonts w:ascii="Times New Roman" w:hAnsi="Times New Roman"/>
          <w:b/>
          <w:sz w:val="24"/>
        </w:rPr>
        <w:t>“</w:t>
      </w:r>
    </w:p>
    <w:p w:rsidR="003A5B45" w:rsidRPr="00C90C3C" w:rsidRDefault="003A5B45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AD4669" w:rsidRPr="00C90C3C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CA770F" w:rsidRPr="00E20397" w:rsidRDefault="003A5B45" w:rsidP="00E20397">
      <w:pPr>
        <w:spacing w:after="200" w:line="360" w:lineRule="auto"/>
      </w:pPr>
      <w:r w:rsidRPr="00E20397">
        <w:rPr>
          <w:rFonts w:ascii="Times New Roman" w:hAnsi="Times New Roman"/>
          <w:sz w:val="24"/>
        </w:rPr>
        <w:t>Vybavení kardiologického pracoviště pěti kusy modulárních lůžkových monitorů a jednou centrální stanicí</w:t>
      </w:r>
      <w:r>
        <w:t>.</w:t>
      </w: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723"/>
      </w:tblGrid>
      <w:tr w:rsidR="00AD4669" w:rsidRPr="00C90C3C" w:rsidTr="00FF5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  <w:hideMark/>
          </w:tcPr>
          <w:p w:rsidR="00AD4669" w:rsidRPr="00C90C3C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3A5B45" w:rsidRPr="003A5B45">
              <w:rPr>
                <w:rFonts w:ascii="Times New Roman" w:hAnsi="Times New Roman"/>
                <w:sz w:val="24"/>
              </w:rPr>
              <w:t>Monitory životních funkcí vč. centrály</w:t>
            </w:r>
          </w:p>
        </w:tc>
        <w:tc>
          <w:tcPr>
            <w:tcW w:w="1723" w:type="dxa"/>
            <w:noWrap/>
            <w:hideMark/>
          </w:tcPr>
          <w:p w:rsidR="00AD4669" w:rsidRPr="00C90C3C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90C3C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90C3C" w:rsidTr="003A5B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3A5B45" w:rsidRPr="003A5B45" w:rsidRDefault="003A5B45" w:rsidP="003A5B45">
            <w:pPr>
              <w:jc w:val="center"/>
              <w:rPr>
                <w:rFonts w:ascii="Times New Roman" w:hAnsi="Times New Roman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Monitory životních funkcí 5ks + centrála</w:t>
            </w:r>
          </w:p>
        </w:tc>
      </w:tr>
      <w:tr w:rsidR="00DE5092" w:rsidRPr="00C90C3C" w:rsidTr="003A5B45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3A5B45" w:rsidRDefault="003A5B45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m</w:t>
            </w:r>
            <w:r w:rsidRPr="003A5B45">
              <w:rPr>
                <w:rFonts w:ascii="Times New Roman" w:hAnsi="Times New Roman"/>
                <w:b w:val="0"/>
                <w:sz w:val="24"/>
              </w:rPr>
              <w:t>odulární monitor vitálních funkcí, barevný displej min. 12“, s výstupem pro připojení externího displeje - min. VGA výstup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3A5B45" w:rsidRDefault="003A5B45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A5B45">
              <w:rPr>
                <w:rFonts w:ascii="Times New Roman" w:hAnsi="Times New Roman"/>
                <w:b w:val="0"/>
                <w:sz w:val="24"/>
              </w:rPr>
              <w:t>min. 6 křivek současně zobrazených na displeji</w:t>
            </w:r>
          </w:p>
        </w:tc>
        <w:tc>
          <w:tcPr>
            <w:tcW w:w="1723" w:type="dxa"/>
          </w:tcPr>
          <w:p w:rsidR="003A5B45" w:rsidRPr="00C90C3C" w:rsidRDefault="003A5B45" w:rsidP="003A5B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3A5B45" w:rsidRDefault="003A5B45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A5B45">
              <w:rPr>
                <w:rFonts w:ascii="Times New Roman" w:hAnsi="Times New Roman"/>
                <w:b w:val="0"/>
                <w:sz w:val="24"/>
              </w:rPr>
              <w:t>automatické nastavení velikosti a rozmístění křivek na displeji v závislosti na jejich počtu a důležitosti</w:t>
            </w:r>
          </w:p>
        </w:tc>
        <w:tc>
          <w:tcPr>
            <w:tcW w:w="1723" w:type="dxa"/>
          </w:tcPr>
          <w:p w:rsidR="003A5B45" w:rsidRPr="00C90C3C" w:rsidRDefault="003A5B45" w:rsidP="003A5B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3A5B45" w:rsidRDefault="003A5B45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sw</w:t>
            </w:r>
            <w:r w:rsidRPr="003A5B45">
              <w:rPr>
                <w:rFonts w:ascii="Times New Roman" w:hAnsi="Times New Roman"/>
                <w:b w:val="0"/>
                <w:sz w:val="24"/>
              </w:rPr>
              <w:t xml:space="preserve"> v češtině</w:t>
            </w:r>
          </w:p>
        </w:tc>
        <w:tc>
          <w:tcPr>
            <w:tcW w:w="1723" w:type="dxa"/>
          </w:tcPr>
          <w:p w:rsidR="003A5B45" w:rsidRPr="00C90C3C" w:rsidRDefault="003A5B45" w:rsidP="003A5B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3A5B45" w:rsidRDefault="003A5B45" w:rsidP="003A5B45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o</w:t>
            </w:r>
            <w:r w:rsidRPr="003A5B45">
              <w:rPr>
                <w:rFonts w:ascii="Times New Roman" w:hAnsi="Times New Roman"/>
                <w:b w:val="0"/>
                <w:sz w:val="24"/>
              </w:rPr>
              <w:t>chrana proti defibrilačnímu pulsu</w:t>
            </w:r>
          </w:p>
        </w:tc>
        <w:tc>
          <w:tcPr>
            <w:tcW w:w="1723" w:type="dxa"/>
          </w:tcPr>
          <w:p w:rsidR="003A5B45" w:rsidRPr="00C90C3C" w:rsidRDefault="003A5B45" w:rsidP="003A5B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3048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p</w:t>
            </w:r>
            <w:r w:rsidRPr="00304814">
              <w:rPr>
                <w:rFonts w:ascii="Times New Roman" w:hAnsi="Times New Roman"/>
                <w:b w:val="0"/>
                <w:sz w:val="24"/>
              </w:rPr>
              <w:t>aměť min. 1,5 hodiny s min. 2 minutovým rozlišením s grafickými a tabulárními trendy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v</w:t>
            </w:r>
            <w:r w:rsidRPr="00304814">
              <w:rPr>
                <w:rFonts w:ascii="Times New Roman" w:hAnsi="Times New Roman"/>
                <w:b w:val="0"/>
                <w:sz w:val="24"/>
              </w:rPr>
              <w:t>ýstup pro bezdrátové připojení do monitorovací sítě + výstup pro zapojení do stávající kabelové a datové sítě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3048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n</w:t>
            </w:r>
            <w:r w:rsidRPr="00304814">
              <w:rPr>
                <w:rFonts w:ascii="Times New Roman" w:hAnsi="Times New Roman"/>
                <w:b w:val="0"/>
                <w:sz w:val="24"/>
              </w:rPr>
              <w:t>apájení: ze sítě i z baterie, možnost transportního provozu až na 2 hodiny při maximálním zatížení přístroje, baterie i napájecí kabel součástí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304814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m</w:t>
            </w:r>
            <w:r w:rsidRPr="00304814">
              <w:rPr>
                <w:rFonts w:ascii="Times New Roman" w:hAnsi="Times New Roman"/>
                <w:b w:val="0"/>
                <w:sz w:val="24"/>
              </w:rPr>
              <w:t>in. 3 předdefinované režimy monitoru po zapnutí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1B5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j</w:t>
            </w:r>
            <w:r w:rsidRPr="00304814">
              <w:rPr>
                <w:rFonts w:ascii="Times New Roman" w:hAnsi="Times New Roman"/>
                <w:b w:val="0"/>
                <w:sz w:val="24"/>
              </w:rPr>
              <w:t>ednotná sw a jednotné uživatelské rozhraní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j</w:t>
            </w:r>
            <w:r w:rsidRPr="00304814">
              <w:rPr>
                <w:rFonts w:ascii="Times New Roman" w:hAnsi="Times New Roman"/>
                <w:b w:val="0"/>
                <w:sz w:val="24"/>
              </w:rPr>
              <w:t>ednoduché intuitivní ovládání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možnost zobrazit z monitoru data jiného monitoru připojeného na stejnou monitorovací centrálu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s</w:t>
            </w:r>
            <w:r w:rsidRPr="00304814">
              <w:rPr>
                <w:rFonts w:ascii="Times New Roman" w:hAnsi="Times New Roman"/>
                <w:b w:val="0"/>
                <w:sz w:val="24"/>
              </w:rPr>
              <w:t>větelné alarmy, zvukové signály s nastavitelnou intenzitou, s možností ovládání z centrály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rPr>
                <w:b w:val="0"/>
              </w:rPr>
            </w:pPr>
            <w:r>
              <w:rPr>
                <w:rFonts w:ascii="Times New Roman" w:hAnsi="Times New Roman"/>
                <w:b w:val="0"/>
                <w:sz w:val="24"/>
              </w:rPr>
              <w:t>v</w:t>
            </w:r>
            <w:r w:rsidRPr="00304814">
              <w:rPr>
                <w:rFonts w:ascii="Times New Roman" w:hAnsi="Times New Roman"/>
                <w:b w:val="0"/>
                <w:sz w:val="24"/>
              </w:rPr>
              <w:t>četně veškerého příslušenství nezbytného pro zajištění všech výše uvedených požadavků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BF10A6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BC36E8" w:rsidRDefault="00BC36E8" w:rsidP="00304814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BC36E8" w:rsidRDefault="00BC36E8" w:rsidP="00304814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BC36E8" w:rsidRDefault="00BC36E8" w:rsidP="00304814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BC36E8" w:rsidRDefault="00BC36E8" w:rsidP="00304814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304814" w:rsidRPr="00C90C3C" w:rsidRDefault="00304814" w:rsidP="00304814">
            <w:pPr>
              <w:rPr>
                <w:rFonts w:ascii="Times New Roman" w:hAnsi="Times New Roman"/>
                <w:color w:val="000000"/>
                <w:sz w:val="24"/>
              </w:rPr>
            </w:pPr>
            <w:r w:rsidRPr="003A5B45">
              <w:rPr>
                <w:rFonts w:ascii="Times New Roman" w:hAnsi="Times New Roman"/>
                <w:sz w:val="24"/>
                <w:u w:val="single"/>
              </w:rPr>
              <w:t>Každý monitor musí být vybaven pro měření níže uvedených parametrů:</w:t>
            </w: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EKG snímané z 3/5/10 svodů (žil), rozměření ST úseku se zobrazením elevace/deprese ST na průměrném QRS komplexu a se stanovením QT/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QTc</w:t>
            </w:r>
            <w:proofErr w:type="spellEnd"/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EKG s analýzou arytmií (V-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fib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, A-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fib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, komorová bradykardie, tachykardie) v reálném čase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</w:t>
            </w: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espirace impedanční metodou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min. 2 měření teploty (rektální/jícnová a povrchová)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SpO2 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masimo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technologií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NIBP měření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min. 2xIBP, s možností rozšíření až na 4xIBP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mě</w:t>
            </w: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ření 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kapnometrie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EtCO2 metodou 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sidestream</w:t>
            </w:r>
            <w:proofErr w:type="spellEnd"/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1B52D3" w:rsidRDefault="00304814" w:rsidP="00304814">
            <w:pPr>
              <w:pStyle w:val="Odstavecseseznamem"/>
              <w:numPr>
                <w:ilvl w:val="1"/>
                <w:numId w:val="26"/>
              </w:numPr>
              <w:spacing w:after="20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stanovení srdečního výdeje 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termodiluční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metodou s výpočtem </w:t>
            </w:r>
            <w:proofErr w:type="spellStart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>hemodynamických</w:t>
            </w:r>
            <w:proofErr w:type="spellEnd"/>
            <w:r w:rsidRPr="001B52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 ventilačních parametrů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402074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CD6F87" w:rsidRPr="00304814" w:rsidRDefault="00304814" w:rsidP="00304814">
            <w:pPr>
              <w:spacing w:after="200"/>
              <w:rPr>
                <w:rFonts w:ascii="Times New Roman" w:hAnsi="Times New Roman"/>
                <w:sz w:val="24"/>
                <w:u w:val="single"/>
              </w:rPr>
            </w:pPr>
            <w:r w:rsidRPr="00304814">
              <w:rPr>
                <w:rFonts w:ascii="Times New Roman" w:hAnsi="Times New Roman"/>
                <w:sz w:val="24"/>
                <w:u w:val="single"/>
              </w:rPr>
              <w:t>Centrální stanice pro monitoring vitálních funkcí</w:t>
            </w:r>
            <w:r>
              <w:rPr>
                <w:rFonts w:ascii="Times New Roman" w:hAnsi="Times New Roman"/>
                <w:sz w:val="24"/>
                <w:u w:val="single"/>
              </w:rPr>
              <w:t>:</w:t>
            </w: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 xml:space="preserve">plná obousměrná komunikace s monitory v síti, pomocí </w:t>
            </w:r>
            <w:proofErr w:type="spellStart"/>
            <w:r w:rsidRPr="00304814">
              <w:rPr>
                <w:rFonts w:ascii="Times New Roman" w:hAnsi="Times New Roman"/>
                <w:b w:val="0"/>
                <w:sz w:val="24"/>
              </w:rPr>
              <w:t>wifi</w:t>
            </w:r>
            <w:proofErr w:type="spellEnd"/>
            <w:r w:rsidRPr="00304814">
              <w:rPr>
                <w:rFonts w:ascii="Times New Roman" w:hAnsi="Times New Roman"/>
                <w:b w:val="0"/>
                <w:sz w:val="24"/>
              </w:rPr>
              <w:t xml:space="preserve"> i pomocí stávající kabelové sítě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technická realizace monitorovací sítě lůžkových monitorů + centrály do stávající kabelové a datové sítě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 xml:space="preserve">vhodná pro připojení až 10 lůžkových monitorů: </w:t>
            </w:r>
          </w:p>
          <w:p w:rsidR="00304814" w:rsidRPr="00BC36E8" w:rsidRDefault="00304814" w:rsidP="00304814">
            <w:pPr>
              <w:pStyle w:val="Odstavecseseznamem"/>
              <w:numPr>
                <w:ilvl w:val="0"/>
                <w:numId w:val="29"/>
              </w:num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BC36E8">
              <w:rPr>
                <w:rFonts w:ascii="Times New Roman" w:hAnsi="Times New Roman"/>
                <w:b w:val="0"/>
                <w:sz w:val="24"/>
              </w:rPr>
              <w:t xml:space="preserve">nově pořízených 5 ks, s možností budoucího rozšíření centrální stanice </w:t>
            </w:r>
            <w:r w:rsidR="00BC36E8">
              <w:rPr>
                <w:rFonts w:ascii="Times New Roman" w:hAnsi="Times New Roman"/>
                <w:b w:val="0"/>
                <w:sz w:val="24"/>
              </w:rPr>
              <w:br/>
            </w:r>
            <w:r w:rsidRPr="00BC36E8">
              <w:rPr>
                <w:rFonts w:ascii="Times New Roman" w:hAnsi="Times New Roman"/>
                <w:b w:val="0"/>
                <w:sz w:val="24"/>
              </w:rPr>
              <w:t>o napojení dalších 5 ks monitorů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zobrazení až 4 křivky pro každého pacienta v reálném čase a všech pacientů najednou (min. 2x EKG, IBP, SpO2) + 4 číselné hodnoty, v reálném čase, při zobrazení min. 10 pacientů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 xml:space="preserve">možnost konfigurace zobrazení těchto </w:t>
            </w:r>
            <w:r w:rsidR="00BC36E8">
              <w:rPr>
                <w:rFonts w:ascii="Times New Roman" w:hAnsi="Times New Roman"/>
                <w:b w:val="0"/>
                <w:sz w:val="24"/>
              </w:rPr>
              <w:t xml:space="preserve">parametrů: EKG, saturace, těl. </w:t>
            </w:r>
            <w:proofErr w:type="gramStart"/>
            <w:r w:rsidR="00BC36E8">
              <w:rPr>
                <w:rFonts w:ascii="Times New Roman" w:hAnsi="Times New Roman"/>
                <w:b w:val="0"/>
                <w:sz w:val="24"/>
              </w:rPr>
              <w:t>t</w:t>
            </w:r>
            <w:r w:rsidRPr="00304814">
              <w:rPr>
                <w:rFonts w:ascii="Times New Roman" w:hAnsi="Times New Roman"/>
                <w:b w:val="0"/>
                <w:sz w:val="24"/>
              </w:rPr>
              <w:t>eplota</w:t>
            </w:r>
            <w:proofErr w:type="gramEnd"/>
            <w:r w:rsidRPr="00304814">
              <w:rPr>
                <w:rFonts w:ascii="Times New Roman" w:hAnsi="Times New Roman"/>
                <w:b w:val="0"/>
                <w:sz w:val="24"/>
              </w:rPr>
              <w:t>, NIBP, IBP, ICP – dle aktuálních potřeb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zobrazení detailu vybraného monitoru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světelné a zvukové alarmy, více úrovní alarmů vitálních funkcí, samostatné technické alarmy (možnost konfigurace a ovládání alarmů z centrály)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zobrazení, vyhodnocení a záznam alarmů na centrále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lastRenderedPageBreak/>
              <w:t>možnost zobrazení, vyhodnocení a záznam grafických a numerických trendů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uložení trendů min. 72 hodin, možnost prohlížení plných křivek 72 hodin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tisk alarmů (událostí, které alarm vyvolaly), trendů, křivek, pacientských záznamů, tisk záznamů v reálném čase minimálně z monitorovací centrály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možnost detailního pozorování a analýza vybraného pacienta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možnost ovládání a nastavování lůžkových monitorů dálkově z centrály (zadání dat pacienta, nastavení, alarmy)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displej min. 19“, ovládací klávesnice, myš, tiskárna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kompatibilita s  nově nabízenými lůžkovými monitory vitálních funkcí (viz výše uvedené)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481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04814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„</w:t>
            </w:r>
            <w:proofErr w:type="spellStart"/>
            <w:r w:rsidRPr="00304814">
              <w:rPr>
                <w:rFonts w:ascii="Times New Roman" w:hAnsi="Times New Roman"/>
                <w:b w:val="0"/>
                <w:sz w:val="24"/>
              </w:rPr>
              <w:t>mirror</w:t>
            </w:r>
            <w:proofErr w:type="spellEnd"/>
            <w:r w:rsidRPr="00304814">
              <w:rPr>
                <w:rFonts w:ascii="Times New Roman" w:hAnsi="Times New Roman"/>
                <w:b w:val="0"/>
                <w:sz w:val="24"/>
              </w:rPr>
              <w:t>“ displej včetně kompletního zasíťování (druhý displej v rámci oddělení včetně ovládání, nastavení, alarmů)</w:t>
            </w:r>
          </w:p>
        </w:tc>
        <w:tc>
          <w:tcPr>
            <w:tcW w:w="1723" w:type="dxa"/>
          </w:tcPr>
          <w:p w:rsidR="00304814" w:rsidRPr="00C90C3C" w:rsidRDefault="00304814" w:rsidP="003048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304814" w:rsidRDefault="00304814" w:rsidP="00304814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304814">
              <w:rPr>
                <w:rFonts w:ascii="Times New Roman" w:hAnsi="Times New Roman"/>
                <w:b w:val="0"/>
                <w:sz w:val="24"/>
              </w:rPr>
              <w:t>zálohovací zdroj napájení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32B43" w:rsidRDefault="00332B43" w:rsidP="00820096">
      <w:pPr>
        <w:jc w:val="both"/>
        <w:rPr>
          <w:rFonts w:ascii="Times New Roman" w:hAnsi="Times New Roman"/>
          <w:sz w:val="24"/>
        </w:rPr>
      </w:pPr>
    </w:p>
    <w:p w:rsidR="00BC36E8" w:rsidRDefault="00BC36E8" w:rsidP="00820096">
      <w:pPr>
        <w:jc w:val="both"/>
        <w:rPr>
          <w:rFonts w:ascii="Times New Roman" w:hAnsi="Times New Roman"/>
          <w:sz w:val="24"/>
        </w:rPr>
      </w:pPr>
    </w:p>
    <w:p w:rsidR="00BC36E8" w:rsidRPr="00C90C3C" w:rsidRDefault="00BC36E8" w:rsidP="00820096">
      <w:pPr>
        <w:jc w:val="both"/>
        <w:rPr>
          <w:rFonts w:ascii="Times New Roman" w:hAnsi="Times New Roman"/>
          <w:sz w:val="24"/>
        </w:rPr>
      </w:pPr>
    </w:p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V …………………</w:t>
      </w:r>
      <w:proofErr w:type="gramStart"/>
      <w:r w:rsidRPr="00C90C3C">
        <w:rPr>
          <w:rFonts w:ascii="Times New Roman" w:hAnsi="Times New Roman"/>
          <w:sz w:val="24"/>
        </w:rPr>
        <w:t>…..…</w:t>
      </w:r>
      <w:proofErr w:type="gramEnd"/>
      <w:r w:rsidRPr="00C90C3C">
        <w:rPr>
          <w:rFonts w:ascii="Times New Roman" w:hAnsi="Times New Roman"/>
          <w:sz w:val="24"/>
        </w:rPr>
        <w:t xml:space="preserve">…… dne ………………     </w:t>
      </w: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</w:p>
    <w:p w:rsidR="00332B43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Za společnost</w:t>
      </w: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Osoba oprávněná jednat jménem či za účastníka</w:t>
      </w:r>
    </w:p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90C3C" w:rsidRDefault="00820096" w:rsidP="00AE4064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  <w:t xml:space="preserve">                </w:t>
      </w:r>
      <w:r w:rsidR="00785C9D" w:rsidRPr="00C90C3C">
        <w:rPr>
          <w:rFonts w:ascii="Times New Roman" w:hAnsi="Times New Roman"/>
          <w:sz w:val="24"/>
        </w:rPr>
        <w:t>Titul, jméno, příjmení</w:t>
      </w:r>
      <w:r w:rsidRPr="00C90C3C">
        <w:rPr>
          <w:rFonts w:ascii="Times New Roman" w:hAnsi="Times New Roman"/>
          <w:sz w:val="24"/>
        </w:rPr>
        <w:t>,</w:t>
      </w:r>
      <w:r w:rsidR="00785C9D" w:rsidRPr="00C90C3C">
        <w:rPr>
          <w:rFonts w:ascii="Times New Roman" w:hAnsi="Times New Roman"/>
          <w:sz w:val="24"/>
        </w:rPr>
        <w:t xml:space="preserve"> funkce a </w:t>
      </w:r>
      <w:r w:rsidRPr="00C90C3C">
        <w:rPr>
          <w:rFonts w:ascii="Times New Roman" w:hAnsi="Times New Roman"/>
          <w:sz w:val="24"/>
        </w:rPr>
        <w:t>podpis</w:t>
      </w:r>
    </w:p>
    <w:sectPr w:rsidR="00CB374F" w:rsidRPr="00C90C3C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36A" w:rsidRDefault="001B136A">
      <w:r>
        <w:separator/>
      </w:r>
    </w:p>
  </w:endnote>
  <w:endnote w:type="continuationSeparator" w:id="0">
    <w:p w:rsidR="001B136A" w:rsidRDefault="001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2C5532">
      <w:rPr>
        <w:rFonts w:ascii="MetaCE" w:hAnsi="MetaCE"/>
        <w:noProof/>
        <w:color w:val="1C4A91"/>
        <w:sz w:val="14"/>
        <w:szCs w:val="14"/>
      </w:rPr>
      <w:t>3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2C5532">
      <w:rPr>
        <w:rFonts w:ascii="MetaCE" w:hAnsi="MetaCE"/>
        <w:noProof/>
        <w:color w:val="1C4A91"/>
        <w:sz w:val="14"/>
        <w:szCs w:val="14"/>
      </w:rPr>
      <w:t>3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36A" w:rsidRDefault="001B136A">
      <w:r>
        <w:separator/>
      </w:r>
    </w:p>
  </w:footnote>
  <w:footnote w:type="continuationSeparator" w:id="0">
    <w:p w:rsidR="001B136A" w:rsidRDefault="001B1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F939B9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9D44DF" wp14:editId="3B681639">
          <wp:simplePos x="0" y="0"/>
          <wp:positionH relativeFrom="page">
            <wp:posOffset>5588</wp:posOffset>
          </wp:positionH>
          <wp:positionV relativeFrom="page">
            <wp:posOffset>3353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C36"/>
    <w:multiLevelType w:val="hybridMultilevel"/>
    <w:tmpl w:val="7820CEC2"/>
    <w:lvl w:ilvl="0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22234"/>
    <w:multiLevelType w:val="hybridMultilevel"/>
    <w:tmpl w:val="A8F2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37E74"/>
    <w:multiLevelType w:val="hybridMultilevel"/>
    <w:tmpl w:val="055CD7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B1C03"/>
    <w:multiLevelType w:val="hybridMultilevel"/>
    <w:tmpl w:val="BAE46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42650"/>
    <w:multiLevelType w:val="hybridMultilevel"/>
    <w:tmpl w:val="049C34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81D19"/>
    <w:multiLevelType w:val="hybridMultilevel"/>
    <w:tmpl w:val="D87A7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96C53"/>
    <w:multiLevelType w:val="hybridMultilevel"/>
    <w:tmpl w:val="B608D8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D4C27"/>
    <w:multiLevelType w:val="hybridMultilevel"/>
    <w:tmpl w:val="914E0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1D0272"/>
    <w:multiLevelType w:val="hybridMultilevel"/>
    <w:tmpl w:val="17F22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B7A5D60"/>
    <w:multiLevelType w:val="hybridMultilevel"/>
    <w:tmpl w:val="CBD06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83418"/>
    <w:multiLevelType w:val="hybridMultilevel"/>
    <w:tmpl w:val="78445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92F26"/>
    <w:multiLevelType w:val="hybridMultilevel"/>
    <w:tmpl w:val="F3BE7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F4915"/>
    <w:multiLevelType w:val="hybridMultilevel"/>
    <w:tmpl w:val="D9D42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584F25E5"/>
    <w:multiLevelType w:val="hybridMultilevel"/>
    <w:tmpl w:val="29144F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>
    <w:nsid w:val="5EA64C3A"/>
    <w:multiLevelType w:val="hybridMultilevel"/>
    <w:tmpl w:val="3D7C3F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572A0"/>
    <w:multiLevelType w:val="hybridMultilevel"/>
    <w:tmpl w:val="66506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24">
    <w:nsid w:val="74B62D03"/>
    <w:multiLevelType w:val="hybridMultilevel"/>
    <w:tmpl w:val="1D1AE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F23CF"/>
    <w:multiLevelType w:val="hybridMultilevel"/>
    <w:tmpl w:val="BFF46D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350321"/>
    <w:multiLevelType w:val="hybridMultilevel"/>
    <w:tmpl w:val="66761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6B3F01"/>
    <w:multiLevelType w:val="hybridMultilevel"/>
    <w:tmpl w:val="76726A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C83A9A"/>
    <w:multiLevelType w:val="hybridMultilevel"/>
    <w:tmpl w:val="22D00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3"/>
  </w:num>
  <w:num w:numId="4">
    <w:abstractNumId w:val="12"/>
  </w:num>
  <w:num w:numId="5">
    <w:abstractNumId w:val="22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10"/>
  </w:num>
  <w:num w:numId="11">
    <w:abstractNumId w:val="16"/>
  </w:num>
  <w:num w:numId="12">
    <w:abstractNumId w:val="0"/>
  </w:num>
  <w:num w:numId="13">
    <w:abstractNumId w:val="5"/>
  </w:num>
  <w:num w:numId="14">
    <w:abstractNumId w:val="13"/>
  </w:num>
  <w:num w:numId="15">
    <w:abstractNumId w:val="7"/>
  </w:num>
  <w:num w:numId="16">
    <w:abstractNumId w:val="27"/>
  </w:num>
  <w:num w:numId="17">
    <w:abstractNumId w:val="20"/>
  </w:num>
  <w:num w:numId="18">
    <w:abstractNumId w:val="18"/>
  </w:num>
  <w:num w:numId="19">
    <w:abstractNumId w:val="4"/>
  </w:num>
  <w:num w:numId="20">
    <w:abstractNumId w:val="24"/>
  </w:num>
  <w:num w:numId="21">
    <w:abstractNumId w:val="14"/>
  </w:num>
  <w:num w:numId="22">
    <w:abstractNumId w:val="11"/>
  </w:num>
  <w:num w:numId="23">
    <w:abstractNumId w:val="26"/>
  </w:num>
  <w:num w:numId="24">
    <w:abstractNumId w:val="8"/>
  </w:num>
  <w:num w:numId="25">
    <w:abstractNumId w:val="25"/>
  </w:num>
  <w:num w:numId="26">
    <w:abstractNumId w:val="28"/>
  </w:num>
  <w:num w:numId="27">
    <w:abstractNumId w:val="21"/>
  </w:num>
  <w:num w:numId="28">
    <w:abstractNumId w:val="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2EAB"/>
    <w:rsid w:val="000940FA"/>
    <w:rsid w:val="000A1108"/>
    <w:rsid w:val="000B290C"/>
    <w:rsid w:val="000B7169"/>
    <w:rsid w:val="000E7D43"/>
    <w:rsid w:val="000F3FE2"/>
    <w:rsid w:val="00153162"/>
    <w:rsid w:val="00184C49"/>
    <w:rsid w:val="001B136A"/>
    <w:rsid w:val="001B1390"/>
    <w:rsid w:val="001B52D3"/>
    <w:rsid w:val="001C4EB3"/>
    <w:rsid w:val="001E45E3"/>
    <w:rsid w:val="002305E1"/>
    <w:rsid w:val="002323C0"/>
    <w:rsid w:val="002360F7"/>
    <w:rsid w:val="00243398"/>
    <w:rsid w:val="00252DFD"/>
    <w:rsid w:val="00257087"/>
    <w:rsid w:val="00271E37"/>
    <w:rsid w:val="00275C64"/>
    <w:rsid w:val="00283D4C"/>
    <w:rsid w:val="00284A31"/>
    <w:rsid w:val="002905A7"/>
    <w:rsid w:val="002A63FD"/>
    <w:rsid w:val="002C5532"/>
    <w:rsid w:val="00301E2E"/>
    <w:rsid w:val="00304814"/>
    <w:rsid w:val="00317B80"/>
    <w:rsid w:val="0033119B"/>
    <w:rsid w:val="00332B43"/>
    <w:rsid w:val="00333DE8"/>
    <w:rsid w:val="003543C8"/>
    <w:rsid w:val="00390BF7"/>
    <w:rsid w:val="003A5B45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36F6D"/>
    <w:rsid w:val="00552347"/>
    <w:rsid w:val="005631C8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6924"/>
    <w:rsid w:val="0067316F"/>
    <w:rsid w:val="006801BB"/>
    <w:rsid w:val="00680E13"/>
    <w:rsid w:val="006A5277"/>
    <w:rsid w:val="006B78CE"/>
    <w:rsid w:val="006C47B8"/>
    <w:rsid w:val="006D219C"/>
    <w:rsid w:val="006F5245"/>
    <w:rsid w:val="0071185B"/>
    <w:rsid w:val="00761604"/>
    <w:rsid w:val="0076247E"/>
    <w:rsid w:val="00771B4B"/>
    <w:rsid w:val="00785C9D"/>
    <w:rsid w:val="007B0270"/>
    <w:rsid w:val="007D36A3"/>
    <w:rsid w:val="007E1424"/>
    <w:rsid w:val="00820096"/>
    <w:rsid w:val="00827DAE"/>
    <w:rsid w:val="00836BD3"/>
    <w:rsid w:val="008378A3"/>
    <w:rsid w:val="008534FA"/>
    <w:rsid w:val="00874AFC"/>
    <w:rsid w:val="008C5BCE"/>
    <w:rsid w:val="00912E27"/>
    <w:rsid w:val="009178FA"/>
    <w:rsid w:val="00917D1C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C36E8"/>
    <w:rsid w:val="00BD4FDD"/>
    <w:rsid w:val="00BE1F8C"/>
    <w:rsid w:val="00BE6A95"/>
    <w:rsid w:val="00C0688C"/>
    <w:rsid w:val="00C11FA7"/>
    <w:rsid w:val="00C17B59"/>
    <w:rsid w:val="00C26186"/>
    <w:rsid w:val="00C35BCE"/>
    <w:rsid w:val="00C54D56"/>
    <w:rsid w:val="00C5592B"/>
    <w:rsid w:val="00C60CE2"/>
    <w:rsid w:val="00C763AD"/>
    <w:rsid w:val="00C81284"/>
    <w:rsid w:val="00C90C3C"/>
    <w:rsid w:val="00CA770F"/>
    <w:rsid w:val="00CB374F"/>
    <w:rsid w:val="00CD60AD"/>
    <w:rsid w:val="00CD6F87"/>
    <w:rsid w:val="00D26201"/>
    <w:rsid w:val="00D41CCB"/>
    <w:rsid w:val="00D47F67"/>
    <w:rsid w:val="00DE10C2"/>
    <w:rsid w:val="00DE5092"/>
    <w:rsid w:val="00E164FB"/>
    <w:rsid w:val="00E20397"/>
    <w:rsid w:val="00E2530B"/>
    <w:rsid w:val="00E3538D"/>
    <w:rsid w:val="00E71597"/>
    <w:rsid w:val="00E92320"/>
    <w:rsid w:val="00EF197F"/>
    <w:rsid w:val="00EF3235"/>
    <w:rsid w:val="00F0587F"/>
    <w:rsid w:val="00F066B9"/>
    <w:rsid w:val="00F12F88"/>
    <w:rsid w:val="00F14DD3"/>
    <w:rsid w:val="00F555CD"/>
    <w:rsid w:val="00F678D5"/>
    <w:rsid w:val="00F7253B"/>
    <w:rsid w:val="00F939B9"/>
    <w:rsid w:val="00FA292B"/>
    <w:rsid w:val="00FE764C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C7E77-B378-44D3-A03C-FDE857F9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A4EB-8178-46F3-A8EC-3B47C53A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3</cp:revision>
  <dcterms:created xsi:type="dcterms:W3CDTF">2018-02-13T08:57:00Z</dcterms:created>
  <dcterms:modified xsi:type="dcterms:W3CDTF">2018-02-14T09:50:00Z</dcterms:modified>
</cp:coreProperties>
</file>