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C3C42" w:rsidRDefault="003440A5" w:rsidP="00DC3C42">
            <w:pPr>
              <w:rPr>
                <w:rFonts w:ascii="Times New Roman" w:hAnsi="Times New Roman"/>
                <w:b/>
              </w:rPr>
            </w:pPr>
            <w:r w:rsidRPr="003440A5">
              <w:rPr>
                <w:rFonts w:ascii="Times New Roman" w:hAnsi="Times New Roman"/>
                <w:b/>
              </w:rPr>
              <w:t xml:space="preserve">Podpora technologií </w:t>
            </w:r>
            <w:proofErr w:type="spellStart"/>
            <w:r w:rsidRPr="003440A5">
              <w:rPr>
                <w:rFonts w:ascii="Times New Roman" w:hAnsi="Times New Roman"/>
                <w:b/>
              </w:rPr>
              <w:t>datacenter</w:t>
            </w:r>
            <w:proofErr w:type="spellEnd"/>
            <w:r w:rsidRPr="003440A5">
              <w:rPr>
                <w:rFonts w:ascii="Times New Roman" w:hAnsi="Times New Roman"/>
                <w:b/>
              </w:rPr>
              <w:t xml:space="preserve"> 2018</w:t>
            </w:r>
            <w:bookmarkStart w:id="0" w:name="_GoBack"/>
            <w:bookmarkEnd w:id="0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D64" w:rsidRDefault="00BA4D64" w:rsidP="00400FAB">
      <w:pPr>
        <w:spacing w:after="0" w:line="240" w:lineRule="auto"/>
      </w:pPr>
      <w:r>
        <w:separator/>
      </w:r>
    </w:p>
  </w:endnote>
  <w:endnote w:type="continuationSeparator" w:id="0">
    <w:p w:rsidR="00BA4D64" w:rsidRDefault="00BA4D64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D64" w:rsidRDefault="00BA4D64" w:rsidP="00400FAB">
      <w:pPr>
        <w:spacing w:after="0" w:line="240" w:lineRule="auto"/>
      </w:pPr>
      <w:r>
        <w:separator/>
      </w:r>
    </w:p>
  </w:footnote>
  <w:footnote w:type="continuationSeparator" w:id="0">
    <w:p w:rsidR="00BA4D64" w:rsidRDefault="00BA4D64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5179"/>
    <w:rsid w:val="003440A5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733C02"/>
    <w:rsid w:val="0080437E"/>
    <w:rsid w:val="008318F0"/>
    <w:rsid w:val="008F28DC"/>
    <w:rsid w:val="00BA4D64"/>
    <w:rsid w:val="00C053E3"/>
    <w:rsid w:val="00C361A6"/>
    <w:rsid w:val="00C67E59"/>
    <w:rsid w:val="00CA41F5"/>
    <w:rsid w:val="00D06501"/>
    <w:rsid w:val="00D36489"/>
    <w:rsid w:val="00DC3C42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2</cp:revision>
  <dcterms:created xsi:type="dcterms:W3CDTF">2018-01-09T12:30:00Z</dcterms:created>
  <dcterms:modified xsi:type="dcterms:W3CDTF">2018-01-09T12:30:00Z</dcterms:modified>
</cp:coreProperties>
</file>